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svg" ContentType="image/svg+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75E74" w14:textId="65AD2EF8" w:rsidR="0099127C" w:rsidRPr="0099127C" w:rsidRDefault="00577D3F" w:rsidP="005A67BA">
      <w:pPr>
        <w:pStyle w:val="Alcm-Nv"/>
        <w:jc w:val="left"/>
      </w:pPr>
      <w:r>
        <w:rPr>
          <w:noProof/>
          <w:lang w:eastAsia="hu-HU"/>
        </w:rPr>
        <w:drawing>
          <wp:anchor distT="0" distB="0" distL="114300" distR="114300" simplePos="0" relativeHeight="251905535" behindDoc="0" locked="0" layoutInCell="1" allowOverlap="1" wp14:anchorId="74BA1282" wp14:editId="2803F9F5">
            <wp:simplePos x="0" y="0"/>
            <wp:positionH relativeFrom="column">
              <wp:posOffset>160020</wp:posOffset>
            </wp:positionH>
            <wp:positionV relativeFrom="paragraph">
              <wp:posOffset>-10160</wp:posOffset>
            </wp:positionV>
            <wp:extent cx="1818640" cy="1818640"/>
            <wp:effectExtent l="76200" t="76200" r="73660" b="73660"/>
            <wp:wrapNone/>
            <wp:docPr id="4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erson looking at the camera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818640"/>
                    </a:xfrm>
                    <a:prstGeom prst="ellipse">
                      <a:avLst/>
                    </a:prstGeom>
                    <a:ln w="76200" cap="flat" cmpd="sng" algn="ctr">
                      <a:solidFill>
                        <a:schemeClr val="bg1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03487" behindDoc="1" locked="0" layoutInCell="1" allowOverlap="1" wp14:anchorId="5B279121" wp14:editId="353AB379">
                <wp:simplePos x="0" y="0"/>
                <wp:positionH relativeFrom="column">
                  <wp:posOffset>3810</wp:posOffset>
                </wp:positionH>
                <wp:positionV relativeFrom="paragraph">
                  <wp:posOffset>-175994</wp:posOffset>
                </wp:positionV>
                <wp:extent cx="2147570" cy="2147570"/>
                <wp:effectExtent l="0" t="0" r="0" b="0"/>
                <wp:wrapNone/>
                <wp:docPr id="41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47570" cy="2147570"/>
                        </a:xfrm>
                        <a:prstGeom prst="ellipse">
                          <a:avLst/>
                        </a:prstGeom>
                        <a:solidFill>
                          <a:srgbClr val="00AB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6F28CC2B" id="Oval 2" o:spid="_x0000_s1026" style="position:absolute;margin-left:.3pt;margin-top:-13.85pt;width:169.1pt;height:169.1pt;z-index:-2514129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" fillcolor="#00ab99" stroked="f" strokeweight="1pt">
                <v:stroke joinstyle="miter"/>
                <o:lock v:ext="edit" aspectratio="t"/>
              </v:oval>
            </w:pict>
          </mc:Fallback>
        </mc:AlternateContent>
      </w:r>
    </w:p>
    <w:p w14:paraId="01F03A64" w14:textId="2551543C" w:rsidR="0099127C" w:rsidRDefault="0099127C" w:rsidP="005A67BA">
      <w:pPr>
        <w:pStyle w:val="Alcm-Nv"/>
        <w:jc w:val="left"/>
      </w:pPr>
    </w:p>
    <w:p w14:paraId="38C5F4F0" w14:textId="3C194FA6" w:rsidR="0099127C" w:rsidRPr="0099127C" w:rsidRDefault="00577D3F" w:rsidP="005A67BA">
      <w:pPr>
        <w:spacing w:line="240" w:lineRule="auto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8079" behindDoc="0" locked="0" layoutInCell="1" allowOverlap="1" wp14:anchorId="2EF91B0E" wp14:editId="526EBE8F">
                <wp:simplePos x="0" y="0"/>
                <wp:positionH relativeFrom="column">
                  <wp:posOffset>2685415</wp:posOffset>
                </wp:positionH>
                <wp:positionV relativeFrom="page">
                  <wp:posOffset>1116867</wp:posOffset>
                </wp:positionV>
                <wp:extent cx="3938648" cy="401757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8648" cy="4017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69CD72" w14:textId="727777C4" w:rsidR="003313EC" w:rsidRPr="002314C9" w:rsidRDefault="00FC5A56" w:rsidP="00CE5845">
                            <w:pPr>
                              <w:pStyle w:val="Cm-Pozci"/>
                              <w:jc w:val="left"/>
                              <w:rPr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2314C9">
                              <w:rPr>
                                <w:color w:val="595959" w:themeColor="text1" w:themeTint="A6"/>
                                <w:sz w:val="40"/>
                                <w:szCs w:val="40"/>
                              </w:rPr>
                              <w:t>Értékesítő Munkatárs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2EF91B0E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211.45pt;margin-top:87.95pt;width:310.15pt;height:31.65pt;z-index:251758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" filled="f" stroked="f" strokeweight=".5pt">
                <v:textbox>
                  <w:txbxContent>
                    <w:p w14:paraId="0C69CD72" w14:textId="727777C4" w:rsidR="003313EC" w:rsidRPr="002314C9" w:rsidRDefault="00FC5A56" w:rsidP="00CE5845">
                      <w:pPr>
                        <w:pStyle w:val="Cm-Pozci"/>
                        <w:jc w:val="left"/>
                        <w:rPr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2314C9">
                        <w:rPr>
                          <w:color w:val="595959" w:themeColor="text1" w:themeTint="A6"/>
                          <w:sz w:val="40"/>
                          <w:szCs w:val="40"/>
                        </w:rPr>
                        <w:t>Értékesítő Munkatárs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068D352" w14:textId="739A787C" w:rsidR="0099127C" w:rsidRPr="0099127C" w:rsidRDefault="00577D3F" w:rsidP="005A67BA">
      <w:pPr>
        <w:spacing w:line="240" w:lineRule="auto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36927" behindDoc="0" locked="0" layoutInCell="1" allowOverlap="1" wp14:anchorId="7BB78E02" wp14:editId="5D537A6F">
                <wp:simplePos x="0" y="0"/>
                <wp:positionH relativeFrom="column">
                  <wp:posOffset>2683510</wp:posOffset>
                </wp:positionH>
                <wp:positionV relativeFrom="page">
                  <wp:posOffset>1510602</wp:posOffset>
                </wp:positionV>
                <wp:extent cx="2661285" cy="33467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1285" cy="3346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8FA1C9" w14:textId="05A34ACD" w:rsidR="0099127C" w:rsidRPr="002314C9" w:rsidRDefault="00FC5A56" w:rsidP="0099127C">
                            <w:pPr>
                              <w:pStyle w:val="Cm-Pozci"/>
                              <w:jc w:val="left"/>
                              <w:rPr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2314C9">
                              <w:rPr>
                                <w:color w:val="595959" w:themeColor="text1" w:themeTint="A6"/>
                                <w:sz w:val="32"/>
                                <w:szCs w:val="32"/>
                              </w:rPr>
                              <w:t>Horváth Zsombor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BB78E02" id="Text Box 2" o:spid="_x0000_s1027" type="#_x0000_t202" style="position:absolute;margin-left:211.3pt;margin-top:118.95pt;width:209.55pt;height:26.35pt;z-index:251836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" filled="f" stroked="f" strokeweight=".5pt">
                <v:textbox>
                  <w:txbxContent>
                    <w:p w14:paraId="5D8FA1C9" w14:textId="05A34ACD" w:rsidR="0099127C" w:rsidRPr="002314C9" w:rsidRDefault="00FC5A56" w:rsidP="0099127C">
                      <w:pPr>
                        <w:pStyle w:val="Cm-Pozci"/>
                        <w:jc w:val="left"/>
                        <w:rPr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2314C9">
                        <w:rPr>
                          <w:color w:val="595959" w:themeColor="text1" w:themeTint="A6"/>
                          <w:sz w:val="32"/>
                          <w:szCs w:val="32"/>
                        </w:rPr>
                        <w:t>Horváth Zsombor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71D7E53" w14:textId="5AC04ACD" w:rsidR="00104F6B" w:rsidRDefault="00104F6B" w:rsidP="005A67BA">
      <w:pPr>
        <w:spacing w:line="240" w:lineRule="auto"/>
      </w:pPr>
    </w:p>
    <w:p w14:paraId="694D630B" w14:textId="5EE30867" w:rsidR="0099127C" w:rsidRPr="0099127C" w:rsidRDefault="00577D3F" w:rsidP="005A67BA">
      <w:pPr>
        <w:spacing w:line="240" w:lineRule="auto"/>
      </w:pPr>
      <w:r w:rsidRPr="00BC4FF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13727" behindDoc="0" locked="0" layoutInCell="1" allowOverlap="1" wp14:anchorId="405405FE" wp14:editId="4EAEABF9">
                <wp:simplePos x="0" y="0"/>
                <wp:positionH relativeFrom="column">
                  <wp:posOffset>3111500</wp:posOffset>
                </wp:positionH>
                <wp:positionV relativeFrom="paragraph">
                  <wp:posOffset>274320</wp:posOffset>
                </wp:positionV>
                <wp:extent cx="2722245" cy="2895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24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77CCBF" w14:textId="77777777" w:rsidR="00577D3F" w:rsidRPr="00577D3F" w:rsidRDefault="00577D3F" w:rsidP="00577D3F">
                            <w:pPr>
                              <w:spacing w:after="0" w:line="240" w:lineRule="auto"/>
                              <w:rPr>
                                <w:color w:val="767171" w:themeColor="background2" w:themeShade="80"/>
                              </w:rPr>
                            </w:pPr>
                            <w:r w:rsidRPr="00385986">
                              <w:rPr>
                                <w:color w:val="767171" w:themeColor="background2" w:themeShade="80"/>
                              </w:rPr>
                              <w:t>+36 30 456 78 34</w:t>
                            </w:r>
                          </w:p>
                          <w:p w14:paraId="65F6A70F" w14:textId="77777777" w:rsidR="00577D3F" w:rsidRDefault="00577D3F" w:rsidP="00577D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05405FE" id="Text Box 1" o:spid="_x0000_s1028" type="#_x0000_t202" style="position:absolute;margin-left:245pt;margin-top:21.6pt;width:214.35pt;height:22.8pt;z-index:251913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" filled="f" stroked="f" strokeweight=".5pt">
                <v:textbox>
                  <w:txbxContent>
                    <w:p w14:paraId="4377CCBF" w14:textId="77777777" w:rsidR="00577D3F" w:rsidRPr="00577D3F" w:rsidRDefault="00577D3F" w:rsidP="00577D3F">
                      <w:pPr>
                        <w:spacing w:after="0" w:line="240" w:lineRule="auto"/>
                        <w:rPr>
                          <w:color w:val="767171" w:themeColor="background2" w:themeShade="80"/>
                        </w:rPr>
                      </w:pPr>
                      <w:r w:rsidRPr="00385986">
                        <w:rPr>
                          <w:color w:val="767171" w:themeColor="background2" w:themeShade="80"/>
                        </w:rPr>
                        <w:t>+36 30 456 78 34</w:t>
                      </w:r>
                    </w:p>
                    <w:p w14:paraId="65F6A70F" w14:textId="77777777" w:rsidR="00577D3F" w:rsidRDefault="00577D3F" w:rsidP="00577D3F"/>
                  </w:txbxContent>
                </v:textbox>
              </v:shape>
            </w:pict>
          </mc:Fallback>
        </mc:AlternateContent>
      </w:r>
      <w:r w:rsidRPr="00BC4FF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4767" behindDoc="0" locked="0" layoutInCell="1" allowOverlap="1" wp14:anchorId="22EBEE41" wp14:editId="5638735D">
                <wp:simplePos x="0" y="0"/>
                <wp:positionH relativeFrom="column">
                  <wp:posOffset>3100070</wp:posOffset>
                </wp:positionH>
                <wp:positionV relativeFrom="paragraph">
                  <wp:posOffset>17226</wp:posOffset>
                </wp:positionV>
                <wp:extent cx="2722245" cy="30099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245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2ABB74" w14:textId="3FA2190B" w:rsidR="006563D2" w:rsidRPr="00577D3F" w:rsidRDefault="00E42D72" w:rsidP="00577D3F">
                            <w:pPr>
                              <w:spacing w:after="0" w:line="240" w:lineRule="auto"/>
                              <w:rPr>
                                <w:color w:val="767171" w:themeColor="background2" w:themeShade="80"/>
                              </w:rPr>
                            </w:pPr>
                            <w:hyperlink r:id="rId9" w:history="1">
                              <w:r w:rsidR="00FC5A56" w:rsidRPr="00385986">
                                <w:rPr>
                                  <w:rStyle w:val="Hiperhivatkozs"/>
                                  <w:color w:val="767171" w:themeColor="background2" w:themeShade="80"/>
                                </w:rPr>
                                <w:t>horvathzsombor@gmail.com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2EBEE41" id="Text Box 35" o:spid="_x0000_s1029" type="#_x0000_t202" style="position:absolute;margin-left:244.1pt;margin-top:1.35pt;width:214.35pt;height:23.7pt;z-index:2517447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" filled="f" stroked="f" strokeweight=".5pt">
                <v:textbox>
                  <w:txbxContent>
                    <w:p w14:paraId="442ABB74" w14:textId="3FA2190B" w:rsidR="006563D2" w:rsidRPr="00577D3F" w:rsidRDefault="00902B8F" w:rsidP="00577D3F">
                      <w:pPr>
                        <w:spacing w:after="0" w:line="240" w:lineRule="auto"/>
                        <w:rPr>
                          <w:color w:val="767171" w:themeColor="background2" w:themeShade="80"/>
                        </w:rPr>
                      </w:pPr>
                      <w:hyperlink r:id="rId10" w:history="1">
                        <w:r w:rsidR="00FC5A56" w:rsidRPr="00385986">
                          <w:rPr>
                            <w:rStyle w:val="Hyperlink"/>
                            <w:color w:val="767171" w:themeColor="background2" w:themeShade="80"/>
                          </w:rPr>
                          <w:t>horvathzsombor@gmail.com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901439" behindDoc="0" locked="0" layoutInCell="1" allowOverlap="1" wp14:anchorId="564398D0" wp14:editId="34595EC2">
            <wp:simplePos x="0" y="0"/>
            <wp:positionH relativeFrom="column">
              <wp:posOffset>2902585</wp:posOffset>
            </wp:positionH>
            <wp:positionV relativeFrom="page">
              <wp:posOffset>2270125</wp:posOffset>
            </wp:positionV>
            <wp:extent cx="118745" cy="118745"/>
            <wp:effectExtent l="0" t="0" r="0" b="0"/>
            <wp:wrapNone/>
            <wp:docPr id="34" name="Graphic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806207" behindDoc="1" locked="0" layoutInCell="1" allowOverlap="1" wp14:anchorId="39DB72F9" wp14:editId="6394FC36">
            <wp:simplePos x="0" y="0"/>
            <wp:positionH relativeFrom="column">
              <wp:posOffset>2821305</wp:posOffset>
            </wp:positionH>
            <wp:positionV relativeFrom="page">
              <wp:posOffset>1951990</wp:posOffset>
            </wp:positionV>
            <wp:extent cx="287020" cy="220345"/>
            <wp:effectExtent l="0" t="0" r="508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803135" behindDoc="1" locked="0" layoutInCell="1" allowOverlap="1" wp14:anchorId="561CDA57" wp14:editId="659C853F">
            <wp:simplePos x="0" y="0"/>
            <wp:positionH relativeFrom="column">
              <wp:posOffset>2816860</wp:posOffset>
            </wp:positionH>
            <wp:positionV relativeFrom="page">
              <wp:posOffset>2212975</wp:posOffset>
            </wp:positionV>
            <wp:extent cx="287020" cy="220345"/>
            <wp:effectExtent l="0" t="0" r="5080" b="0"/>
            <wp:wrapNone/>
            <wp:docPr id="14" name="Graphic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con-bg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20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899391" behindDoc="0" locked="0" layoutInCell="1" allowOverlap="1" wp14:anchorId="686C7C31" wp14:editId="40B0B5BA">
            <wp:simplePos x="0" y="0"/>
            <wp:positionH relativeFrom="column">
              <wp:posOffset>2901950</wp:posOffset>
            </wp:positionH>
            <wp:positionV relativeFrom="page">
              <wp:posOffset>2003668</wp:posOffset>
            </wp:positionV>
            <wp:extent cx="118745" cy="118745"/>
            <wp:effectExtent l="0" t="0" r="0" b="0"/>
            <wp:wrapNone/>
            <wp:docPr id="33" name="Graphic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 3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E7A47C" w14:textId="2AB61353" w:rsidR="005A67BA" w:rsidRDefault="005A67BA" w:rsidP="005A67BA">
      <w:pPr>
        <w:spacing w:before="60" w:after="0" w:line="240" w:lineRule="auto"/>
        <w:jc w:val="both"/>
      </w:pPr>
    </w:p>
    <w:p w14:paraId="261A88BF" w14:textId="1E336A75" w:rsidR="005A67BA" w:rsidRDefault="005A67BA" w:rsidP="005A67BA">
      <w:pPr>
        <w:spacing w:before="60" w:after="0" w:line="240" w:lineRule="auto"/>
        <w:jc w:val="both"/>
      </w:pPr>
    </w:p>
    <w:p w14:paraId="7B054AA5" w14:textId="400C41D0" w:rsidR="00104F6B" w:rsidRDefault="00742DFB" w:rsidP="005A67BA">
      <w:pPr>
        <w:spacing w:before="60" w:after="0" w:line="240" w:lineRule="auto"/>
        <w:jc w:val="both"/>
      </w:pPr>
      <w:r>
        <w:rPr>
          <w:noProof/>
          <w:lang w:eastAsia="hu-HU"/>
        </w:rPr>
        <w:drawing>
          <wp:anchor distT="0" distB="0" distL="114300" distR="114300" simplePos="0" relativeHeight="251759103" behindDoc="0" locked="0" layoutInCell="1" allowOverlap="1" wp14:anchorId="724AF3CA" wp14:editId="1C133F3B">
            <wp:simplePos x="0" y="0"/>
            <wp:positionH relativeFrom="column">
              <wp:posOffset>-635</wp:posOffset>
            </wp:positionH>
            <wp:positionV relativeFrom="paragraph">
              <wp:posOffset>159385</wp:posOffset>
            </wp:positionV>
            <wp:extent cx="3371850" cy="386080"/>
            <wp:effectExtent l="0" t="0" r="6350" b="0"/>
            <wp:wrapNone/>
            <wp:docPr id="50" name="Graphic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09631" behindDoc="0" locked="0" layoutInCell="1" allowOverlap="1" wp14:anchorId="7273CBC3" wp14:editId="7F64A2B5">
                <wp:simplePos x="0" y="0"/>
                <wp:positionH relativeFrom="column">
                  <wp:posOffset>367211</wp:posOffset>
                </wp:positionH>
                <wp:positionV relativeFrom="paragraph">
                  <wp:posOffset>177891</wp:posOffset>
                </wp:positionV>
                <wp:extent cx="2470150" cy="3625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7EF622" w14:textId="77777777" w:rsidR="00742DFB" w:rsidRPr="00742DFB" w:rsidRDefault="00742DFB" w:rsidP="00742DFB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742DFB">
                              <w:rPr>
                                <w:sz w:val="30"/>
                                <w:szCs w:val="30"/>
                              </w:rPr>
                              <w:t>Célkitűzés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273CBC3" id="Text Box 7" o:spid="_x0000_s1030" type="#_x0000_t202" style="position:absolute;left:0;text-align:left;margin-left:28.9pt;margin-top:14pt;width:194.5pt;height:28.55pt;z-index:251909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" filled="f" stroked="f" strokeweight=".5pt">
                <v:textbox>
                  <w:txbxContent>
                    <w:p w14:paraId="297EF622" w14:textId="77777777" w:rsidR="00742DFB" w:rsidRPr="00742DFB" w:rsidRDefault="00742DFB" w:rsidP="00742DFB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742DFB">
                        <w:rPr>
                          <w:sz w:val="30"/>
                          <w:szCs w:val="30"/>
                        </w:rPr>
                        <w:t>Célkitűzés</w:t>
                      </w:r>
                    </w:p>
                  </w:txbxContent>
                </v:textbox>
              </v:shape>
            </w:pict>
          </mc:Fallback>
        </mc:AlternateContent>
      </w:r>
    </w:p>
    <w:p w14:paraId="009BB98E" w14:textId="29029273" w:rsidR="00A215F1" w:rsidRDefault="00A215F1" w:rsidP="005A67BA">
      <w:pPr>
        <w:spacing w:before="60" w:after="0" w:line="240" w:lineRule="auto"/>
        <w:jc w:val="both"/>
      </w:pPr>
    </w:p>
    <w:p w14:paraId="0E319B8A" w14:textId="77777777" w:rsidR="00A215F1" w:rsidRDefault="00A215F1" w:rsidP="005A67BA">
      <w:pPr>
        <w:spacing w:before="60" w:after="0" w:line="240" w:lineRule="auto"/>
        <w:jc w:val="both"/>
      </w:pPr>
    </w:p>
    <w:p w14:paraId="7B5FD0E8" w14:textId="38FDC71A" w:rsidR="005A67BA" w:rsidRPr="005A67BA" w:rsidRDefault="00FC5A56" w:rsidP="005A67BA">
      <w:pPr>
        <w:pStyle w:val="Folyszveg"/>
        <w:spacing w:line="240" w:lineRule="auto"/>
        <w:jc w:val="both"/>
        <w:rPr>
          <w:rFonts w:ascii="Calibri" w:hAnsi="Calibri" w:cs="Times New Roman"/>
          <w:sz w:val="24"/>
          <w:szCs w:val="24"/>
        </w:rPr>
      </w:pPr>
      <w:r w:rsidRPr="007C27D0">
        <w:rPr>
          <w:sz w:val="24"/>
          <w:szCs w:val="24"/>
        </w:rPr>
        <w:t>Kitűzött célom</w:t>
      </w:r>
      <w:r w:rsidR="005A67BA">
        <w:rPr>
          <w:sz w:val="24"/>
          <w:szCs w:val="24"/>
        </w:rPr>
        <w:t xml:space="preserve">, </w:t>
      </w:r>
      <w:r w:rsidRPr="007C27D0">
        <w:rPr>
          <w:sz w:val="24"/>
          <w:szCs w:val="24"/>
        </w:rPr>
        <w:t xml:space="preserve">hogy </w:t>
      </w:r>
      <w:r w:rsidRPr="007C27D0">
        <w:rPr>
          <w:b/>
          <w:bCs/>
          <w:sz w:val="24"/>
          <w:szCs w:val="24"/>
        </w:rPr>
        <w:t>az XYZ Kft csapatában</w:t>
      </w:r>
      <w:r w:rsidRPr="007C27D0">
        <w:rPr>
          <w:sz w:val="24"/>
          <w:szCs w:val="24"/>
        </w:rPr>
        <w:t xml:space="preserve"> mint értékesítő munkatárs maximálisan hasznosíthassam mindazon tapasztalataimat és készségeimet, melyeket </w:t>
      </w:r>
      <w:r w:rsidRPr="007C27D0">
        <w:rPr>
          <w:b/>
          <w:bCs/>
          <w:sz w:val="24"/>
          <w:szCs w:val="24"/>
        </w:rPr>
        <w:t>az értékesítés, presales, projekt- és account management területen</w:t>
      </w:r>
      <w:r w:rsidRPr="007C27D0">
        <w:rPr>
          <w:sz w:val="24"/>
          <w:szCs w:val="24"/>
        </w:rPr>
        <w:t xml:space="preserve"> szereztem, különösen a szálloda és vendéglátóipar területén</w:t>
      </w:r>
      <w:r w:rsidR="00525816">
        <w:rPr>
          <w:sz w:val="24"/>
          <w:szCs w:val="24"/>
        </w:rPr>
        <w:t>,</w:t>
      </w:r>
      <w:r w:rsidRPr="007C27D0">
        <w:rPr>
          <w:sz w:val="24"/>
          <w:szCs w:val="24"/>
        </w:rPr>
        <w:t xml:space="preserve"> s ezzel hozzájáruljak a cég és a sales csapat sikeréhez</w:t>
      </w:r>
      <w:r w:rsidRPr="007C27D0">
        <w:rPr>
          <w:rFonts w:ascii="Calibri" w:hAnsi="Calibri" w:cs="Times New Roman"/>
          <w:sz w:val="24"/>
          <w:szCs w:val="24"/>
        </w:rPr>
        <w:t>.</w:t>
      </w:r>
    </w:p>
    <w:p w14:paraId="31A058FD" w14:textId="1F6FB3F7" w:rsidR="007C27D0" w:rsidRDefault="005A67BA" w:rsidP="005A67BA">
      <w:pPr>
        <w:pStyle w:val="Folyszveg"/>
        <w:spacing w:line="240" w:lineRule="auto"/>
        <w:rPr>
          <w:rFonts w:ascii="Calibri" w:hAnsi="Calibri" w:cs="Times New Roman"/>
        </w:rPr>
      </w:pPr>
      <w:r w:rsidRPr="007C27D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11679" behindDoc="0" locked="0" layoutInCell="1" allowOverlap="1" wp14:anchorId="2A4094E3" wp14:editId="603C064F">
                <wp:simplePos x="0" y="0"/>
                <wp:positionH relativeFrom="column">
                  <wp:posOffset>217805</wp:posOffset>
                </wp:positionH>
                <wp:positionV relativeFrom="paragraph">
                  <wp:posOffset>78740</wp:posOffset>
                </wp:positionV>
                <wp:extent cx="2781300" cy="34798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965287" w14:textId="77777777" w:rsidR="005A67BA" w:rsidRPr="00742DFB" w:rsidRDefault="005A67BA" w:rsidP="005A67BA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742DFB">
                              <w:rPr>
                                <w:sz w:val="30"/>
                                <w:szCs w:val="30"/>
                              </w:rPr>
                              <w:t>Erősségek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A4094E3" id="Text Box 38" o:spid="_x0000_s1031" type="#_x0000_t202" style="position:absolute;margin-left:17.15pt;margin-top:6.2pt;width:219pt;height:27.4pt;z-index:251911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" filled="f" stroked="f" strokeweight=".5pt">
                <v:textbox>
                  <w:txbxContent>
                    <w:p w14:paraId="22965287" w14:textId="77777777" w:rsidR="005A67BA" w:rsidRPr="00742DFB" w:rsidRDefault="005A67BA" w:rsidP="005A67BA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742DFB">
                        <w:rPr>
                          <w:sz w:val="30"/>
                          <w:szCs w:val="30"/>
                        </w:rPr>
                        <w:t>Erősségek</w:t>
                      </w:r>
                    </w:p>
                  </w:txbxContent>
                </v:textbox>
              </v:shape>
            </w:pict>
          </mc:Fallback>
        </mc:AlternateContent>
      </w:r>
      <w:r w:rsidRPr="007C27D0">
        <w:rPr>
          <w:noProof/>
          <w:lang w:eastAsia="hu-HU"/>
        </w:rPr>
        <w:drawing>
          <wp:anchor distT="0" distB="0" distL="114300" distR="114300" simplePos="0" relativeHeight="251839999" behindDoc="0" locked="0" layoutInCell="1" allowOverlap="1" wp14:anchorId="16C0FE62" wp14:editId="13DEAA68">
            <wp:simplePos x="0" y="0"/>
            <wp:positionH relativeFrom="column">
              <wp:posOffset>-46355</wp:posOffset>
            </wp:positionH>
            <wp:positionV relativeFrom="paragraph">
              <wp:posOffset>40139</wp:posOffset>
            </wp:positionV>
            <wp:extent cx="3371850" cy="386080"/>
            <wp:effectExtent l="0" t="0" r="6350" b="0"/>
            <wp:wrapNone/>
            <wp:docPr id="40" name="Graphic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D0D14E" w14:textId="54B617BF" w:rsidR="007C27D0" w:rsidRPr="007C27D0" w:rsidRDefault="007C27D0" w:rsidP="005A67BA">
      <w:pPr>
        <w:pStyle w:val="Folyszveg"/>
        <w:spacing w:line="240" w:lineRule="auto"/>
        <w:rPr>
          <w:rFonts w:ascii="Calibri" w:hAnsi="Calibri" w:cs="Times New Roman"/>
        </w:rPr>
      </w:pPr>
    </w:p>
    <w:p w14:paraId="3470A06C" w14:textId="77777777" w:rsidR="00FC5A56" w:rsidRPr="005A67BA" w:rsidRDefault="00FC5A56" w:rsidP="00577D3F">
      <w:pPr>
        <w:pStyle w:val="Felsorols1"/>
        <w:numPr>
          <w:ilvl w:val="0"/>
          <w:numId w:val="44"/>
        </w:numPr>
        <w:spacing w:before="240" w:line="240" w:lineRule="auto"/>
        <w:rPr>
          <w:noProof/>
          <w:color w:val="595959" w:themeColor="text1" w:themeTint="A6"/>
          <w:sz w:val="24"/>
          <w:szCs w:val="24"/>
        </w:rPr>
      </w:pPr>
      <w:r w:rsidRPr="005A67BA">
        <w:rPr>
          <w:b/>
          <w:noProof/>
          <w:color w:val="595959" w:themeColor="text1" w:themeTint="A6"/>
          <w:sz w:val="24"/>
          <w:szCs w:val="24"/>
        </w:rPr>
        <w:t>Értékesítési készségek</w:t>
      </w:r>
      <w:r w:rsidRPr="005A67BA">
        <w:rPr>
          <w:noProof/>
          <w:color w:val="595959" w:themeColor="text1" w:themeTint="A6"/>
          <w:sz w:val="24"/>
          <w:szCs w:val="24"/>
        </w:rPr>
        <w:t xml:space="preserve">: Tudatosan használom az évek során elsajátított értékesítési technikákat a hideg hívásoktól és kifogáskezeléstől kezdve a konzultatív értékesítési módszereken át  egészen a cross- és upsell-ig. </w:t>
      </w:r>
    </w:p>
    <w:p w14:paraId="5FC72639" w14:textId="77777777" w:rsidR="00FC5A56" w:rsidRPr="005A67BA" w:rsidRDefault="00FC5A56" w:rsidP="00577D3F">
      <w:pPr>
        <w:pStyle w:val="Felsorols1"/>
        <w:numPr>
          <w:ilvl w:val="0"/>
          <w:numId w:val="44"/>
        </w:numPr>
        <w:spacing w:before="120" w:line="240" w:lineRule="auto"/>
        <w:rPr>
          <w:noProof/>
          <w:color w:val="595959" w:themeColor="text1" w:themeTint="A6"/>
          <w:sz w:val="24"/>
          <w:szCs w:val="24"/>
        </w:rPr>
      </w:pPr>
      <w:r w:rsidRPr="005A67BA">
        <w:rPr>
          <w:b/>
          <w:noProof/>
          <w:color w:val="595959" w:themeColor="text1" w:themeTint="A6"/>
          <w:sz w:val="24"/>
          <w:szCs w:val="24"/>
        </w:rPr>
        <w:t>Erős kapcsolatteremtő és tárgyaló készség</w:t>
      </w:r>
      <w:r w:rsidRPr="005A67BA">
        <w:rPr>
          <w:noProof/>
          <w:color w:val="595959" w:themeColor="text1" w:themeTint="A6"/>
          <w:sz w:val="24"/>
          <w:szCs w:val="24"/>
        </w:rPr>
        <w:t xml:space="preserve">: Mindenkivel nagyon gyorsan megtalálom a közös hangot, legyen szó akár felsővezetőről, beszerzőről vagy raktárosról. Az esetek nagy többségében megtalálom az utat a döntéshozókhoz, akikkel hosszú távú minőségi kapcsolatokat alakítok ki. </w:t>
      </w:r>
    </w:p>
    <w:p w14:paraId="29064B63" w14:textId="3CB2384B" w:rsidR="005A67BA" w:rsidRPr="005A67BA" w:rsidRDefault="00FC5A56" w:rsidP="00577D3F">
      <w:pPr>
        <w:pStyle w:val="Felsorols1"/>
        <w:numPr>
          <w:ilvl w:val="0"/>
          <w:numId w:val="44"/>
        </w:numPr>
        <w:spacing w:before="120" w:line="240" w:lineRule="auto"/>
        <w:rPr>
          <w:noProof/>
          <w:color w:val="595959" w:themeColor="text1" w:themeTint="A6"/>
          <w:sz w:val="24"/>
          <w:szCs w:val="24"/>
        </w:rPr>
      </w:pPr>
      <w:r w:rsidRPr="005A67BA">
        <w:rPr>
          <w:b/>
          <w:noProof/>
          <w:color w:val="595959" w:themeColor="text1" w:themeTint="A6"/>
          <w:sz w:val="24"/>
          <w:szCs w:val="24"/>
        </w:rPr>
        <w:t>Vevőmegtartó képesség</w:t>
      </w:r>
      <w:r w:rsidRPr="005A67BA">
        <w:rPr>
          <w:noProof/>
          <w:color w:val="595959" w:themeColor="text1" w:themeTint="A6"/>
          <w:sz w:val="24"/>
          <w:szCs w:val="24"/>
        </w:rPr>
        <w:t xml:space="preserve">: Nem csak a sales-t tartom szem előtt, törekszem az ügyfelek valódi elégedettségének elérésére, valamint az erős, személyes kapcsolatok kialakítására. Emiatt sokkal könnyebb számukra újra és újra eladni. </w:t>
      </w:r>
    </w:p>
    <w:p w14:paraId="70A9BF0F" w14:textId="40A13A40" w:rsidR="005A67BA" w:rsidRPr="005A67BA" w:rsidRDefault="005A67BA" w:rsidP="005A67BA">
      <w:pPr>
        <w:pStyle w:val="Felsorols1"/>
        <w:numPr>
          <w:ilvl w:val="0"/>
          <w:numId w:val="0"/>
        </w:numPr>
        <w:spacing w:before="120" w:line="240" w:lineRule="auto"/>
        <w:rPr>
          <w:noProof/>
          <w:color w:val="595959" w:themeColor="text1" w:themeTint="A6"/>
          <w:sz w:val="24"/>
          <w:szCs w:val="24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07583" behindDoc="0" locked="0" layoutInCell="1" allowOverlap="1" wp14:anchorId="7E3A7F34" wp14:editId="05D5D890">
                <wp:simplePos x="0" y="0"/>
                <wp:positionH relativeFrom="column">
                  <wp:posOffset>313055</wp:posOffset>
                </wp:positionH>
                <wp:positionV relativeFrom="paragraph">
                  <wp:posOffset>227330</wp:posOffset>
                </wp:positionV>
                <wp:extent cx="2933700" cy="347980"/>
                <wp:effectExtent l="0" t="0" r="0" b="0"/>
                <wp:wrapNone/>
                <wp:docPr id="5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381CEB" w14:textId="77777777" w:rsidR="00742DFB" w:rsidRPr="005A67BA" w:rsidRDefault="00742DFB" w:rsidP="00742DFB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5A67BA">
                              <w:rPr>
                                <w:sz w:val="30"/>
                                <w:szCs w:val="30"/>
                              </w:rPr>
                              <w:t>Főbb eredmények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E3A7F34" id="_x0000_s1032" type="#_x0000_t202" style="position:absolute;margin-left:24.65pt;margin-top:17.9pt;width:231pt;height:27.4pt;z-index:251907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" filled="f" stroked="f" strokeweight=".5pt">
                <v:textbox>
                  <w:txbxContent>
                    <w:p w14:paraId="67381CEB" w14:textId="77777777" w:rsidR="00742DFB" w:rsidRPr="005A67BA" w:rsidRDefault="00742DFB" w:rsidP="00742DFB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5A67BA">
                        <w:rPr>
                          <w:sz w:val="30"/>
                          <w:szCs w:val="30"/>
                        </w:rPr>
                        <w:t>Főbb eredmények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880959" behindDoc="0" locked="0" layoutInCell="1" allowOverlap="1" wp14:anchorId="2867DFD0" wp14:editId="4EE016C1">
            <wp:simplePos x="0" y="0"/>
            <wp:positionH relativeFrom="column">
              <wp:posOffset>41299</wp:posOffset>
            </wp:positionH>
            <wp:positionV relativeFrom="paragraph">
              <wp:posOffset>192434</wp:posOffset>
            </wp:positionV>
            <wp:extent cx="3371850" cy="386080"/>
            <wp:effectExtent l="0" t="0" r="6350" b="0"/>
            <wp:wrapNone/>
            <wp:docPr id="26" name="Graphic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C9326" w14:textId="5A70A814" w:rsidR="00104F6B" w:rsidRDefault="00104F6B" w:rsidP="005A67BA">
      <w:pPr>
        <w:pStyle w:val="Felsorols1"/>
        <w:numPr>
          <w:ilvl w:val="0"/>
          <w:numId w:val="0"/>
        </w:numPr>
        <w:spacing w:line="240" w:lineRule="auto"/>
        <w:ind w:left="360" w:hanging="360"/>
        <w:rPr>
          <w:noProof/>
        </w:rPr>
      </w:pPr>
    </w:p>
    <w:p w14:paraId="625909D3" w14:textId="5CFC735F" w:rsidR="00FC5A56" w:rsidRDefault="00FC5A56" w:rsidP="005A67BA">
      <w:pPr>
        <w:pStyle w:val="Felsorols1"/>
        <w:numPr>
          <w:ilvl w:val="0"/>
          <w:numId w:val="0"/>
        </w:numPr>
        <w:spacing w:line="240" w:lineRule="auto"/>
        <w:rPr>
          <w:noProof/>
        </w:rPr>
      </w:pPr>
    </w:p>
    <w:p w14:paraId="5D22AD25" w14:textId="77777777" w:rsidR="007C27D0" w:rsidRDefault="007C27D0" w:rsidP="005A67BA">
      <w:pPr>
        <w:pStyle w:val="Felsorols1"/>
        <w:numPr>
          <w:ilvl w:val="0"/>
          <w:numId w:val="0"/>
        </w:numPr>
        <w:spacing w:line="240" w:lineRule="auto"/>
      </w:pPr>
    </w:p>
    <w:p w14:paraId="66C242E6" w14:textId="77777777" w:rsidR="00104F6B" w:rsidRPr="007C27D0" w:rsidRDefault="00104F6B" w:rsidP="005A67BA">
      <w:pPr>
        <w:pStyle w:val="Felsorols1"/>
        <w:spacing w:line="240" w:lineRule="auto"/>
        <w:rPr>
          <w:b/>
          <w:noProof/>
          <w:sz w:val="24"/>
          <w:szCs w:val="24"/>
        </w:rPr>
      </w:pPr>
      <w:r w:rsidRPr="007C27D0">
        <w:rPr>
          <w:noProof/>
          <w:sz w:val="24"/>
          <w:szCs w:val="24"/>
        </w:rPr>
        <w:t xml:space="preserve">Az Texas Hungary-nál egy újgenerációs termékcsalád bevezetése </w:t>
      </w:r>
      <w:r w:rsidRPr="007C27D0">
        <w:rPr>
          <w:b/>
          <w:noProof/>
          <w:sz w:val="24"/>
          <w:szCs w:val="24"/>
        </w:rPr>
        <w:t>eredményeként 3 év alatt 60-ról 120-ra emelkedett a klienseink száma</w:t>
      </w:r>
      <w:r w:rsidRPr="007C27D0">
        <w:rPr>
          <w:noProof/>
          <w:sz w:val="24"/>
          <w:szCs w:val="24"/>
        </w:rPr>
        <w:t xml:space="preserve">, mely közel 40 % bevétel emelkedést jelentett. Személyes sikerem </w:t>
      </w:r>
      <w:r w:rsidRPr="007C27D0">
        <w:rPr>
          <w:b/>
          <w:noProof/>
          <w:sz w:val="24"/>
          <w:szCs w:val="24"/>
        </w:rPr>
        <w:t>38 új kliens szerződéskötése volt, melyet személyre szabott üzleti konzultációkkal és a partnerkapcsolat elmélyítésével értem el.</w:t>
      </w:r>
    </w:p>
    <w:p w14:paraId="458D5BCE" w14:textId="6A9CE75C" w:rsidR="00104F6B" w:rsidRPr="007C27D0" w:rsidRDefault="00104F6B" w:rsidP="005A67BA">
      <w:pPr>
        <w:pStyle w:val="Felsorols1"/>
        <w:spacing w:before="120" w:line="240" w:lineRule="auto"/>
        <w:ind w:left="357" w:hanging="357"/>
        <w:rPr>
          <w:noProof/>
          <w:sz w:val="24"/>
          <w:szCs w:val="24"/>
        </w:rPr>
      </w:pPr>
      <w:r w:rsidRPr="007C27D0">
        <w:rPr>
          <w:noProof/>
          <w:sz w:val="24"/>
          <w:szCs w:val="24"/>
        </w:rPr>
        <w:t xml:space="preserve">Az ABC Hospitality (Texas Hungary jogutód) üzletág keretein belül </w:t>
      </w:r>
      <w:r w:rsidR="00525816">
        <w:rPr>
          <w:noProof/>
          <w:sz w:val="24"/>
          <w:szCs w:val="24"/>
        </w:rPr>
        <w:t xml:space="preserve">ugyanezen ügyfélkör megtartása </w:t>
      </w:r>
      <w:r w:rsidRPr="007C27D0">
        <w:rPr>
          <w:noProof/>
          <w:sz w:val="24"/>
          <w:szCs w:val="24"/>
        </w:rPr>
        <w:t>volt az elsődleges cél, az akvizíciót követően, melynek elérésében a folyamatos hiteles kommuni</w:t>
      </w:r>
      <w:r w:rsidR="00456D7C">
        <w:rPr>
          <w:noProof/>
          <w:sz w:val="24"/>
          <w:szCs w:val="24"/>
        </w:rPr>
        <w:t xml:space="preserve">káció, a támogató konzultáció, </w:t>
      </w:r>
      <w:bookmarkStart w:id="0" w:name="_GoBack"/>
      <w:bookmarkEnd w:id="0"/>
      <w:r w:rsidRPr="007C27D0">
        <w:rPr>
          <w:noProof/>
          <w:sz w:val="24"/>
          <w:szCs w:val="24"/>
        </w:rPr>
        <w:t xml:space="preserve">cross és upselling voltak eszközeim. </w:t>
      </w:r>
      <w:r w:rsidRPr="007C27D0">
        <w:rPr>
          <w:b/>
          <w:noProof/>
          <w:sz w:val="24"/>
          <w:szCs w:val="24"/>
        </w:rPr>
        <w:t>Ügyfeleim 95%-a maradt</w:t>
      </w:r>
      <w:r w:rsidRPr="007C27D0">
        <w:rPr>
          <w:noProof/>
          <w:sz w:val="24"/>
          <w:szCs w:val="24"/>
        </w:rPr>
        <w:t xml:space="preserve"> felhasználónk a tulajdonosváltás ellenére. </w:t>
      </w:r>
    </w:p>
    <w:p w14:paraId="641469D8" w14:textId="11777CC6" w:rsidR="00650A95" w:rsidRPr="007C27D0" w:rsidRDefault="00104F6B" w:rsidP="005A67BA">
      <w:pPr>
        <w:pStyle w:val="Felsorols1"/>
        <w:spacing w:before="120" w:line="240" w:lineRule="auto"/>
        <w:ind w:left="357" w:hanging="357"/>
        <w:rPr>
          <w:noProof/>
          <w:sz w:val="24"/>
          <w:szCs w:val="24"/>
        </w:rPr>
      </w:pPr>
      <w:r w:rsidRPr="007C27D0">
        <w:rPr>
          <w:noProof/>
          <w:sz w:val="24"/>
          <w:szCs w:val="24"/>
        </w:rPr>
        <w:t>A BCG Budapest irodájának Service Delivery és Project Managereként sikeresen stabilizáltam és bővítettem</w:t>
      </w:r>
      <w:r w:rsidR="00525816">
        <w:rPr>
          <w:noProof/>
          <w:sz w:val="24"/>
          <w:szCs w:val="24"/>
        </w:rPr>
        <w:t xml:space="preserve"> a helyi support  működését</w:t>
      </w:r>
      <w:r w:rsidRPr="007C27D0">
        <w:rPr>
          <w:noProof/>
          <w:sz w:val="24"/>
          <w:szCs w:val="24"/>
        </w:rPr>
        <w:t xml:space="preserve">. Így az ügyfél elégedettség </w:t>
      </w:r>
      <w:r w:rsidRPr="007C27D0">
        <w:rPr>
          <w:b/>
          <w:noProof/>
          <w:sz w:val="24"/>
          <w:szCs w:val="24"/>
        </w:rPr>
        <w:t>60%-ról 95%</w:t>
      </w:r>
      <w:r w:rsidR="00525816">
        <w:rPr>
          <w:b/>
          <w:noProof/>
          <w:sz w:val="24"/>
          <w:szCs w:val="24"/>
        </w:rPr>
        <w:t>-</w:t>
      </w:r>
      <w:r w:rsidRPr="007C27D0">
        <w:rPr>
          <w:b/>
          <w:noProof/>
          <w:sz w:val="24"/>
          <w:szCs w:val="24"/>
        </w:rPr>
        <w:t>ra nőtt 3 hónap alatt</w:t>
      </w:r>
      <w:r w:rsidRPr="007C27D0">
        <w:rPr>
          <w:noProof/>
          <w:sz w:val="24"/>
          <w:szCs w:val="24"/>
        </w:rPr>
        <w:t>. Emellett a Park Inn Zalakaros szálloda beruházás üzemeltetési csomag bevezetési projektjét menedzseltem sikeresen a „go live” állapotig</w:t>
      </w:r>
      <w:r w:rsidR="007C27D0">
        <w:rPr>
          <w:noProof/>
          <w:sz w:val="24"/>
          <w:szCs w:val="24"/>
        </w:rPr>
        <w:t>.</w:t>
      </w:r>
    </w:p>
    <w:p w14:paraId="32A87497" w14:textId="77777777" w:rsidR="00650A95" w:rsidRPr="00650A95" w:rsidRDefault="00650A95" w:rsidP="005A67BA">
      <w:pPr>
        <w:spacing w:after="0" w:line="240" w:lineRule="auto"/>
        <w:rPr>
          <w:rFonts w:ascii="Arial" w:hAnsi="Arial" w:cs="Arial"/>
          <w:noProof/>
          <w:color w:val="7F7F7F" w:themeColor="text1" w:themeTint="80"/>
        </w:rPr>
      </w:pPr>
    </w:p>
    <w:p w14:paraId="0356FDB0" w14:textId="77777777" w:rsidR="00CF5407" w:rsidRPr="00CF5407" w:rsidRDefault="00CF5407" w:rsidP="005A67BA">
      <w:pPr>
        <w:pStyle w:val="Felsorols1"/>
        <w:numPr>
          <w:ilvl w:val="0"/>
          <w:numId w:val="0"/>
        </w:numPr>
        <w:spacing w:line="240" w:lineRule="auto"/>
        <w:ind w:left="360" w:hanging="360"/>
        <w:rPr>
          <w:noProof/>
          <w:sz w:val="22"/>
          <w:szCs w:val="22"/>
        </w:rPr>
      </w:pPr>
    </w:p>
    <w:p w14:paraId="1557D546" w14:textId="659DA04A" w:rsidR="00CF5407" w:rsidRDefault="00CF5407" w:rsidP="005A67BA">
      <w:pPr>
        <w:pStyle w:val="Felsorols1"/>
        <w:numPr>
          <w:ilvl w:val="0"/>
          <w:numId w:val="0"/>
        </w:numPr>
        <w:spacing w:line="240" w:lineRule="auto"/>
      </w:pPr>
    </w:p>
    <w:p w14:paraId="6B1B2A1F" w14:textId="7F4DF48D" w:rsidR="00CF5407" w:rsidRDefault="00CF5407" w:rsidP="005A67BA">
      <w:pPr>
        <w:pStyle w:val="Felsorols1"/>
        <w:numPr>
          <w:ilvl w:val="0"/>
          <w:numId w:val="0"/>
        </w:numPr>
        <w:spacing w:line="240" w:lineRule="auto"/>
      </w:pPr>
    </w:p>
    <w:p w14:paraId="0EB9F06B" w14:textId="158CD804" w:rsidR="007C27D0" w:rsidRDefault="007C27D0" w:rsidP="005A67BA">
      <w:pPr>
        <w:pStyle w:val="Felsorols1"/>
        <w:numPr>
          <w:ilvl w:val="0"/>
          <w:numId w:val="0"/>
        </w:numPr>
        <w:spacing w:line="240" w:lineRule="auto"/>
      </w:pPr>
    </w:p>
    <w:p w14:paraId="1C1AD04B" w14:textId="77777777" w:rsidR="00742DFB" w:rsidRDefault="00742DFB" w:rsidP="005A67BA">
      <w:pPr>
        <w:pStyle w:val="Felsorols1"/>
        <w:numPr>
          <w:ilvl w:val="0"/>
          <w:numId w:val="0"/>
        </w:numPr>
        <w:spacing w:line="240" w:lineRule="auto"/>
      </w:pPr>
    </w:p>
    <w:p w14:paraId="07B27C24" w14:textId="16D1509E" w:rsidR="00CF5407" w:rsidRDefault="00650A95" w:rsidP="005A67BA">
      <w:pPr>
        <w:pStyle w:val="Felsorols1"/>
        <w:numPr>
          <w:ilvl w:val="0"/>
          <w:numId w:val="0"/>
        </w:numPr>
        <w:spacing w:line="240" w:lineRule="auto"/>
      </w:pPr>
      <w:r w:rsidRPr="007D21E3">
        <w:rPr>
          <w:noProof/>
          <w:lang w:eastAsia="hu-HU"/>
        </w:rPr>
        <w:drawing>
          <wp:anchor distT="0" distB="0" distL="114300" distR="114300" simplePos="0" relativeHeight="251883007" behindDoc="1" locked="0" layoutInCell="1" allowOverlap="1" wp14:anchorId="0447BF93" wp14:editId="5EE1BFED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3371850" cy="386080"/>
            <wp:effectExtent l="0" t="0" r="6350" b="0"/>
            <wp:wrapNone/>
            <wp:docPr id="27" name="Graphic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B00B6" w14:textId="770E6D33" w:rsidR="00CF5407" w:rsidRDefault="00742DFB" w:rsidP="005A67BA">
      <w:pPr>
        <w:pStyle w:val="Felsorols1"/>
        <w:numPr>
          <w:ilvl w:val="0"/>
          <w:numId w:val="0"/>
        </w:numPr>
        <w:spacing w:line="240" w:lineRule="auto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87103" behindDoc="0" locked="0" layoutInCell="1" allowOverlap="1" wp14:anchorId="229DA0FD" wp14:editId="5808A654">
                <wp:simplePos x="0" y="0"/>
                <wp:positionH relativeFrom="column">
                  <wp:posOffset>189230</wp:posOffset>
                </wp:positionH>
                <wp:positionV relativeFrom="paragraph">
                  <wp:posOffset>34290</wp:posOffset>
                </wp:positionV>
                <wp:extent cx="2933700" cy="347980"/>
                <wp:effectExtent l="0" t="0" r="0" b="0"/>
                <wp:wrapNone/>
                <wp:docPr id="2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873DB5" w14:textId="19C6F567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742DFB">
                              <w:rPr>
                                <w:sz w:val="30"/>
                                <w:szCs w:val="30"/>
                              </w:rPr>
                              <w:t>Szakmai tapasztalat</w:t>
                            </w:r>
                          </w:p>
                          <w:p w14:paraId="00C12865" w14:textId="77777777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29DA0FD" id="_x0000_s1033" type="#_x0000_t202" style="position:absolute;margin-left:14.9pt;margin-top:2.7pt;width:231pt;height:27.4pt;z-index:251887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" filled="f" stroked="f" strokeweight=".5pt">
                <v:textbox>
                  <w:txbxContent>
                    <w:p w14:paraId="3F873DB5" w14:textId="19C6F567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742DFB">
                        <w:rPr>
                          <w:sz w:val="30"/>
                          <w:szCs w:val="30"/>
                        </w:rPr>
                        <w:t>Szakmai tapasztalat</w:t>
                      </w:r>
                    </w:p>
                    <w:p w14:paraId="00C12865" w14:textId="77777777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F8D902" w14:textId="13BDF054" w:rsidR="00104F6B" w:rsidRDefault="00104F6B" w:rsidP="005A67BA">
      <w:pPr>
        <w:pStyle w:val="Felsorols1"/>
        <w:numPr>
          <w:ilvl w:val="0"/>
          <w:numId w:val="0"/>
        </w:numPr>
        <w:spacing w:line="240" w:lineRule="auto"/>
      </w:pPr>
    </w:p>
    <w:p w14:paraId="08809C2E" w14:textId="77777777" w:rsidR="005A67BA" w:rsidRDefault="005A67BA" w:rsidP="005A67BA">
      <w:pPr>
        <w:pStyle w:val="Felsorols1"/>
        <w:numPr>
          <w:ilvl w:val="0"/>
          <w:numId w:val="0"/>
        </w:numPr>
        <w:spacing w:line="240" w:lineRule="auto"/>
      </w:pPr>
    </w:p>
    <w:p w14:paraId="519AC89F" w14:textId="1C26686B" w:rsidR="00104F6B" w:rsidRDefault="00742DFB" w:rsidP="005A67BA">
      <w:pPr>
        <w:pStyle w:val="Felsorols1"/>
        <w:numPr>
          <w:ilvl w:val="0"/>
          <w:numId w:val="0"/>
        </w:numPr>
        <w:spacing w:line="240" w:lineRule="auto"/>
      </w:pPr>
      <w:r w:rsidRPr="00F82F42">
        <w:rPr>
          <w:b/>
          <w:bCs/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862527" behindDoc="0" locked="0" layoutInCell="1" allowOverlap="1" wp14:anchorId="39226E1A" wp14:editId="0D2E8CAF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189230" cy="189230"/>
                <wp:effectExtent l="0" t="0" r="1270" b="127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501244A1" id="Oval 24" o:spid="_x0000_s1026" style="position:absolute;margin-left:0;margin-top:9.95pt;width:14.9pt;height:14.9pt;z-index:251862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" fillcolor="#404040 [2429]" stroked="f" strokeweight="1pt">
                <v:stroke joinstyle="miter"/>
              </v:oval>
            </w:pict>
          </mc:Fallback>
        </mc:AlternateContent>
      </w:r>
    </w:p>
    <w:p w14:paraId="7D7F0492" w14:textId="4A8D2D80" w:rsidR="00104F6B" w:rsidRPr="00EC0DA4" w:rsidRDefault="00742DFB" w:rsidP="005A67BA">
      <w:pPr>
        <w:pStyle w:val="H2"/>
        <w:tabs>
          <w:tab w:val="left" w:pos="567"/>
        </w:tabs>
        <w:spacing w:line="240" w:lineRule="auto"/>
        <w:ind w:left="624"/>
        <w:rPr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</w:pPr>
      <w:r w:rsidRPr="00EC0DA4">
        <w:rPr>
          <w:b/>
          <w:bCs/>
          <w:noProof/>
          <w:sz w:val="22"/>
          <w:szCs w:val="22"/>
          <w:lang w:eastAsia="hu-HU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61503" behindDoc="0" locked="0" layoutInCell="1" allowOverlap="1" wp14:anchorId="1FFF3BD7" wp14:editId="4DD7BBA3">
                <wp:simplePos x="0" y="0"/>
                <wp:positionH relativeFrom="column">
                  <wp:posOffset>93382</wp:posOffset>
                </wp:positionH>
                <wp:positionV relativeFrom="paragraph">
                  <wp:posOffset>113105</wp:posOffset>
                </wp:positionV>
                <wp:extent cx="0" cy="2626659"/>
                <wp:effectExtent l="12700" t="0" r="25400" b="2794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26659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51639AB9" id="Straight Connector 64" o:spid="_x0000_s1026" style="position:absolute;z-index:251861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35pt,8.9pt" to="7.35pt,2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" strokecolor="#0d0d0d [3069]" strokeweight="2.5pt">
                <v:stroke joinstyle="miter"/>
              </v:line>
            </w:pict>
          </mc:Fallback>
        </mc:AlternateContent>
      </w:r>
      <w:r w:rsidR="00104F6B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Service Delivery és Project manager</w:t>
      </w:r>
      <w:r w:rsid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, BCG</w:t>
      </w:r>
      <w:r w:rsidR="00EC0DA4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 xml:space="preserve"> Budapest Kft. </w:t>
      </w:r>
      <w:r w:rsidR="00EC0DA4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104F6B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104F6B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104F6B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2017</w:t>
      </w:r>
      <w:r w:rsidR="0006721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–</w:t>
      </w:r>
      <w:r w:rsidR="00104F6B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2018</w:t>
      </w:r>
    </w:p>
    <w:p w14:paraId="0CDF59E4" w14:textId="5D033D68" w:rsidR="00104F6B" w:rsidRPr="00EC0DA4" w:rsidRDefault="00EC0DA4" w:rsidP="005A67BA">
      <w:pPr>
        <w:tabs>
          <w:tab w:val="left" w:pos="567"/>
        </w:tabs>
        <w:spacing w:line="240" w:lineRule="auto"/>
        <w:ind w:left="624"/>
        <w:rPr>
          <w:rFonts w:ascii="Arial" w:hAnsi="Arial" w:cs="Arial"/>
          <w:color w:val="595959" w:themeColor="text1" w:themeTint="A6"/>
        </w:rPr>
      </w:pPr>
      <w:r w:rsidRPr="00EC0DA4">
        <w:rPr>
          <w:noProof/>
          <w:color w:val="595959" w:themeColor="text1" w:themeTint="A6"/>
          <w:lang w:eastAsia="hu-HU"/>
        </w:rPr>
        <mc:AlternateContent>
          <mc:Choice Requires="wps">
            <w:drawing>
              <wp:anchor distT="0" distB="0" distL="114300" distR="114300" simplePos="0" relativeHeight="251863551" behindDoc="0" locked="0" layoutInCell="1" allowOverlap="1" wp14:anchorId="4560E7B8" wp14:editId="6846408B">
                <wp:simplePos x="0" y="0"/>
                <wp:positionH relativeFrom="column">
                  <wp:posOffset>2540</wp:posOffset>
                </wp:positionH>
                <wp:positionV relativeFrom="paragraph">
                  <wp:posOffset>433630</wp:posOffset>
                </wp:positionV>
                <wp:extent cx="189230" cy="189230"/>
                <wp:effectExtent l="0" t="0" r="1270" b="127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77011A92" id="Oval 36" o:spid="_x0000_s1026" style="position:absolute;margin-left:.2pt;margin-top:34.15pt;width:14.9pt;height:14.9pt;z-index:251863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" fillcolor="#404040 [2429]" stroked="f" strokeweight="1pt">
                <v:stroke joinstyle="miter"/>
              </v:oval>
            </w:pict>
          </mc:Fallback>
        </mc:AlternateContent>
      </w:r>
      <w:r w:rsidR="00104F6B" w:rsidRPr="00EC0DA4">
        <w:rPr>
          <w:rFonts w:ascii="Arial" w:hAnsi="Arial" w:cs="Arial"/>
          <w:color w:val="595959" w:themeColor="text1" w:themeTint="A6"/>
        </w:rPr>
        <w:t>Feladatok: implementációs projektek lebonyolítása,</w:t>
      </w:r>
      <w:r>
        <w:rPr>
          <w:rFonts w:ascii="Arial" w:hAnsi="Arial" w:cs="Arial"/>
          <w:color w:val="595959" w:themeColor="text1" w:themeTint="A6"/>
        </w:rPr>
        <w:t xml:space="preserve"> </w:t>
      </w:r>
      <w:r w:rsidR="00104F6B" w:rsidRPr="00EC0DA4">
        <w:rPr>
          <w:rFonts w:ascii="Arial" w:hAnsi="Arial" w:cs="Arial"/>
          <w:color w:val="595959" w:themeColor="text1" w:themeTint="A6"/>
        </w:rPr>
        <w:t>napi operatív support tevékenység szervezése, felügyelete.</w:t>
      </w:r>
    </w:p>
    <w:p w14:paraId="6F883540" w14:textId="6D413FDE" w:rsidR="00104F6B" w:rsidRPr="00EC0DA4" w:rsidRDefault="00650A95" w:rsidP="005A67BA">
      <w:pPr>
        <w:pStyle w:val="H2"/>
        <w:tabs>
          <w:tab w:val="left" w:pos="567"/>
        </w:tabs>
        <w:spacing w:line="240" w:lineRule="auto"/>
        <w:ind w:left="624"/>
        <w:rPr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</w:pP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Értékesítési és Account manager</w:t>
      </w:r>
      <w:r w:rsid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 xml:space="preserve">, </w:t>
      </w:r>
      <w:r w:rsidR="00EC0DA4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 xml:space="preserve">ABC Hospitality Zrt. </w:t>
      </w: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2015</w:t>
      </w:r>
      <w:r w:rsidR="0006721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–</w:t>
      </w: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2017</w:t>
      </w:r>
    </w:p>
    <w:p w14:paraId="75FE2C45" w14:textId="30019291" w:rsidR="00104F6B" w:rsidRPr="00EC0DA4" w:rsidRDefault="00104F6B" w:rsidP="005A67BA">
      <w:pPr>
        <w:tabs>
          <w:tab w:val="left" w:pos="567"/>
        </w:tabs>
        <w:spacing w:line="240" w:lineRule="auto"/>
        <w:ind w:left="624"/>
        <w:rPr>
          <w:rFonts w:ascii="Arial" w:hAnsi="Arial" w:cs="Arial"/>
          <w:color w:val="595959" w:themeColor="text1" w:themeTint="A6"/>
        </w:rPr>
      </w:pPr>
      <w:r w:rsidRPr="00EC0DA4">
        <w:rPr>
          <w:rFonts w:ascii="Arial" w:hAnsi="Arial" w:cs="Arial"/>
          <w:color w:val="595959" w:themeColor="text1" w:themeTint="A6"/>
        </w:rPr>
        <w:t>Feladatok: termék és szolgáltatás csomagok értékesítése, account management és a szerződött projektek felügyelete.</w:t>
      </w:r>
    </w:p>
    <w:p w14:paraId="08407320" w14:textId="396687B7" w:rsidR="00104F6B" w:rsidRPr="00EC0DA4" w:rsidRDefault="00EC0DA4" w:rsidP="005A67BA">
      <w:pPr>
        <w:pStyle w:val="H2"/>
        <w:tabs>
          <w:tab w:val="left" w:pos="567"/>
        </w:tabs>
        <w:spacing w:line="240" w:lineRule="auto"/>
        <w:ind w:left="624"/>
        <w:rPr>
          <w:b/>
          <w:bCs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</w:pPr>
      <w:r w:rsidRPr="00EC0DA4">
        <w:rPr>
          <w:noProof/>
          <w:lang w:eastAsia="hu-HU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64575" behindDoc="0" locked="0" layoutInCell="1" allowOverlap="1" wp14:anchorId="540EB6CD" wp14:editId="6A26F6A6">
                <wp:simplePos x="0" y="0"/>
                <wp:positionH relativeFrom="column">
                  <wp:posOffset>0</wp:posOffset>
                </wp:positionH>
                <wp:positionV relativeFrom="paragraph">
                  <wp:posOffset>-2615</wp:posOffset>
                </wp:positionV>
                <wp:extent cx="189230" cy="189230"/>
                <wp:effectExtent l="0" t="0" r="1270" b="127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923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44D9BBB5" id="Oval 37" o:spid="_x0000_s1026" style="position:absolute;margin-left:0;margin-top:-.2pt;width:14.9pt;height:14.9pt;z-index:251864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" fillcolor="#404040 [2429]" stroked="f" strokeweight="1pt">
                <v:stroke joinstyle="miter"/>
              </v:oval>
            </w:pict>
          </mc:Fallback>
        </mc:AlternateContent>
      </w:r>
      <w:r w:rsidR="00104F6B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 xml:space="preserve">Értékesítési és </w:t>
      </w:r>
      <w:r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 xml:space="preserve">Key </w:t>
      </w:r>
      <w:r w:rsidR="00104F6B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Account Manager</w:t>
      </w:r>
      <w:r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 xml:space="preserve">, </w:t>
      </w: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Texas Hungary Kft.</w:t>
      </w: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104F6B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104F6B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2003</w:t>
      </w:r>
      <w:r w:rsidR="0006721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–</w:t>
      </w:r>
      <w:r w:rsidR="00104F6B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2015</w:t>
      </w:r>
    </w:p>
    <w:p w14:paraId="2B8D4787" w14:textId="2EEAD004" w:rsidR="00104F6B" w:rsidRPr="00EC0DA4" w:rsidRDefault="00EC0DA4" w:rsidP="005A67BA">
      <w:pPr>
        <w:tabs>
          <w:tab w:val="left" w:pos="567"/>
        </w:tabs>
        <w:spacing w:line="240" w:lineRule="auto"/>
        <w:ind w:left="624"/>
        <w:jc w:val="both"/>
        <w:rPr>
          <w:rFonts w:ascii="Arial" w:hAnsi="Arial" w:cs="Arial"/>
          <w:color w:val="595959" w:themeColor="text1" w:themeTint="A6"/>
        </w:rPr>
      </w:pPr>
      <w:r w:rsidRPr="00EC0DA4">
        <w:rPr>
          <w:noProof/>
          <w:color w:val="595959" w:themeColor="text1" w:themeTint="A6"/>
          <w:lang w:eastAsia="hu-HU"/>
        </w:rPr>
        <mc:AlternateContent>
          <mc:Choice Requires="wps">
            <w:drawing>
              <wp:anchor distT="0" distB="0" distL="114300" distR="114300" simplePos="0" relativeHeight="251865599" behindDoc="0" locked="0" layoutInCell="1" allowOverlap="1" wp14:anchorId="16029011" wp14:editId="73D13C8E">
                <wp:simplePos x="0" y="0"/>
                <wp:positionH relativeFrom="column">
                  <wp:posOffset>4445</wp:posOffset>
                </wp:positionH>
                <wp:positionV relativeFrom="paragraph">
                  <wp:posOffset>598730</wp:posOffset>
                </wp:positionV>
                <wp:extent cx="189230" cy="190500"/>
                <wp:effectExtent l="0" t="0" r="1270" b="0"/>
                <wp:wrapNone/>
                <wp:docPr id="11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70AF77D3" id="Oval 37" o:spid="_x0000_s1026" style="position:absolute;margin-left:.35pt;margin-top:47.15pt;width:14.9pt;height:15pt;flip:y;z-index:2518655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" fillcolor="#404040 [2429]" stroked="f" strokeweight="1pt">
                <v:stroke joinstyle="miter"/>
              </v:oval>
            </w:pict>
          </mc:Fallback>
        </mc:AlternateContent>
      </w:r>
      <w:r w:rsidR="00104F6B" w:rsidRPr="00EC0DA4">
        <w:rPr>
          <w:rFonts w:ascii="Arial" w:hAnsi="Arial" w:cs="Arial"/>
          <w:color w:val="595959" w:themeColor="text1" w:themeTint="A6"/>
        </w:rPr>
        <w:t>Feladatok: Komplex szálloda üzemeltetési megoldások értékesítése B2B, B2C szektorban és az implementációs projektek menedzselése a pénzügyi teljesítéssel bezárólag. A teljes magyarországi ügyfélkör account menedzsmentje.</w:t>
      </w:r>
    </w:p>
    <w:p w14:paraId="5321A536" w14:textId="7DA383BE" w:rsidR="00104F6B" w:rsidRPr="00EC0DA4" w:rsidRDefault="00104F6B" w:rsidP="005A67BA">
      <w:pPr>
        <w:pStyle w:val="H2"/>
        <w:tabs>
          <w:tab w:val="left" w:pos="567"/>
        </w:tabs>
        <w:spacing w:line="240" w:lineRule="auto"/>
        <w:ind w:left="624"/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</w:pP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Front office operation manager</w:t>
      </w:r>
      <w:r w:rsid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 xml:space="preserve">, </w:t>
      </w:r>
      <w:r w:rsidR="00EC0DA4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Grand Hotel Szálloda</w:t>
      </w:r>
      <w:r w:rsidR="00EC0DA4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A4328D"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ab/>
      </w: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19</w:t>
      </w:r>
      <w:r w:rsid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8</w:t>
      </w: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5</w:t>
      </w:r>
      <w:r w:rsidR="00067216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–</w:t>
      </w:r>
      <w:r w:rsidRPr="00EC0DA4">
        <w:rPr>
          <w:b/>
          <w:bCs/>
          <w:caps w:val="0"/>
          <w:noProof/>
          <w:sz w:val="22"/>
          <w:szCs w:val="22"/>
          <w14:textFill>
            <w14:solidFill>
              <w14:schemeClr w14:val="tx1">
                <w14:lumMod w14:val="65000"/>
                <w14:lumOff w14:val="35000"/>
                <w14:lumMod w14:val="75000"/>
                <w14:lumOff w14:val="25000"/>
                <w14:lumMod w14:val="95000"/>
              </w14:schemeClr>
            </w14:solidFill>
          </w14:textFill>
        </w:rPr>
        <w:t>2003</w:t>
      </w:r>
    </w:p>
    <w:p w14:paraId="5B50B4FB" w14:textId="4F37EEF4" w:rsidR="005A67BA" w:rsidRPr="00EC0DA4" w:rsidRDefault="00104F6B" w:rsidP="005A67BA">
      <w:pPr>
        <w:tabs>
          <w:tab w:val="left" w:pos="567"/>
        </w:tabs>
        <w:spacing w:line="240" w:lineRule="auto"/>
        <w:ind w:left="624"/>
        <w:jc w:val="both"/>
        <w:rPr>
          <w:rFonts w:ascii="Arial" w:hAnsi="Arial" w:cs="Arial"/>
          <w:color w:val="595959" w:themeColor="text1" w:themeTint="A6"/>
        </w:rPr>
      </w:pPr>
      <w:r w:rsidRPr="00EC0DA4">
        <w:rPr>
          <w:rFonts w:ascii="Arial" w:hAnsi="Arial" w:cs="Arial"/>
          <w:color w:val="595959" w:themeColor="text1" w:themeTint="A6"/>
        </w:rPr>
        <w:t>Feladatok: A teljes front office csapat munkájának összefogása, szervezése, ellenőrzése. Szoros kapcsolattartás a sales csapattal, f&amp;b részleggel és a pénzügyi vezetéssel.</w:t>
      </w:r>
    </w:p>
    <w:p w14:paraId="11EBB1B4" w14:textId="62711E07" w:rsidR="005A67BA" w:rsidRDefault="005A67BA" w:rsidP="005A67BA">
      <w:pPr>
        <w:tabs>
          <w:tab w:val="left" w:pos="567"/>
        </w:tabs>
        <w:spacing w:after="0" w:line="240" w:lineRule="auto"/>
        <w:ind w:left="624"/>
        <w:jc w:val="both"/>
        <w:rPr>
          <w:rFonts w:ascii="Arial" w:hAnsi="Arial" w:cs="Arial"/>
          <w:color w:val="7F7F7F" w:themeColor="text1" w:themeTint="80"/>
        </w:rPr>
      </w:pPr>
    </w:p>
    <w:p w14:paraId="610CE4C0" w14:textId="2899E6C2" w:rsidR="005A67BA" w:rsidRDefault="009C10F0" w:rsidP="005A67BA">
      <w:pPr>
        <w:tabs>
          <w:tab w:val="left" w:pos="567"/>
        </w:tabs>
        <w:spacing w:after="0" w:line="240" w:lineRule="auto"/>
        <w:ind w:left="624"/>
        <w:jc w:val="both"/>
        <w:rPr>
          <w:rFonts w:ascii="Arial" w:hAnsi="Arial" w:cs="Arial"/>
          <w:color w:val="7F7F7F" w:themeColor="text1" w:themeTint="80"/>
        </w:rPr>
      </w:pPr>
      <w:r w:rsidRPr="00F4489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85055" behindDoc="0" locked="0" layoutInCell="1" allowOverlap="1" wp14:anchorId="7A21F18D" wp14:editId="3F0E22CC">
                <wp:simplePos x="0" y="0"/>
                <wp:positionH relativeFrom="column">
                  <wp:posOffset>419100</wp:posOffset>
                </wp:positionH>
                <wp:positionV relativeFrom="paragraph">
                  <wp:posOffset>21030</wp:posOffset>
                </wp:positionV>
                <wp:extent cx="2705100" cy="347980"/>
                <wp:effectExtent l="0" t="0" r="0" b="0"/>
                <wp:wrapNone/>
                <wp:docPr id="22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2D795C" w14:textId="2B634DB9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742DFB">
                              <w:rPr>
                                <w:sz w:val="30"/>
                                <w:szCs w:val="30"/>
                              </w:rPr>
                              <w:t>Tanulmányok</w:t>
                            </w:r>
                          </w:p>
                          <w:p w14:paraId="3F95BD6D" w14:textId="77777777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6E90D3DD" w14:textId="77777777" w:rsidR="00F44894" w:rsidRPr="00742DFB" w:rsidRDefault="00F44894" w:rsidP="00F44894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7A21F18D" id="_x0000_s1034" type="#_x0000_t202" style="position:absolute;left:0;text-align:left;margin-left:33pt;margin-top:1.65pt;width:213pt;height:27.4pt;z-index:2518850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" filled="f" stroked="f" strokeweight=".5pt">
                <v:textbox>
                  <w:txbxContent>
                    <w:p w14:paraId="642D795C" w14:textId="2B634DB9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742DFB">
                        <w:rPr>
                          <w:sz w:val="30"/>
                          <w:szCs w:val="30"/>
                        </w:rPr>
                        <w:t>Tanulmányok</w:t>
                      </w:r>
                    </w:p>
                    <w:p w14:paraId="3F95BD6D" w14:textId="77777777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  <w:p w14:paraId="6E90D3DD" w14:textId="77777777" w:rsidR="00F44894" w:rsidRPr="00742DFB" w:rsidRDefault="00F44894" w:rsidP="00F44894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40E930" w14:textId="77777777" w:rsidR="00742DFB" w:rsidRDefault="00742DFB" w:rsidP="005A67BA">
      <w:pPr>
        <w:tabs>
          <w:tab w:val="left" w:pos="567"/>
        </w:tabs>
        <w:spacing w:line="240" w:lineRule="auto"/>
        <w:ind w:left="624"/>
        <w:jc w:val="both"/>
        <w:rPr>
          <w:rFonts w:ascii="Arial" w:hAnsi="Arial" w:cs="Arial"/>
          <w:color w:val="7F7F7F" w:themeColor="text1" w:themeTint="80"/>
        </w:rPr>
      </w:pPr>
    </w:p>
    <w:p w14:paraId="3FC8A630" w14:textId="7823E2F3" w:rsidR="00650A95" w:rsidRPr="00650A95" w:rsidRDefault="00650A95" w:rsidP="005A67BA">
      <w:pPr>
        <w:pStyle w:val="Felsorols1"/>
        <w:numPr>
          <w:ilvl w:val="0"/>
          <w:numId w:val="0"/>
        </w:numPr>
        <w:spacing w:line="240" w:lineRule="auto"/>
      </w:pPr>
      <w:r w:rsidRPr="00F44894">
        <w:rPr>
          <w:noProof/>
          <w:sz w:val="22"/>
          <w:szCs w:val="22"/>
          <w:lang w:eastAsia="hu-HU"/>
        </w:rPr>
        <w:drawing>
          <wp:anchor distT="0" distB="0" distL="114300" distR="114300" simplePos="0" relativeHeight="251868671" behindDoc="0" locked="0" layoutInCell="1" allowOverlap="1" wp14:anchorId="5A29E545" wp14:editId="5E871F33">
            <wp:simplePos x="0" y="0"/>
            <wp:positionH relativeFrom="column">
              <wp:posOffset>88084</wp:posOffset>
            </wp:positionH>
            <wp:positionV relativeFrom="paragraph">
              <wp:posOffset>-449580</wp:posOffset>
            </wp:positionV>
            <wp:extent cx="3371850" cy="386080"/>
            <wp:effectExtent l="0" t="0" r="6350" b="0"/>
            <wp:wrapNone/>
            <wp:docPr id="19" name="Graphic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CDE247" w14:textId="75B8F2A1" w:rsidR="00F44894" w:rsidRPr="00CF5407" w:rsidRDefault="002314C9" w:rsidP="00067216">
      <w:pPr>
        <w:pStyle w:val="H2"/>
        <w:tabs>
          <w:tab w:val="right" w:pos="567"/>
          <w:tab w:val="right" w:pos="10206"/>
        </w:tabs>
        <w:spacing w:after="0" w:line="240" w:lineRule="auto"/>
        <w:ind w:left="5670" w:hanging="5046"/>
        <w:rPr>
          <w:sz w:val="22"/>
          <w:szCs w:val="22"/>
        </w:rPr>
      </w:pPr>
      <w:r w:rsidRPr="00067216">
        <w:rPr>
          <w:b/>
          <w:bCs/>
          <w:caps w:val="0"/>
          <w:noProof/>
          <w:sz w:val="22"/>
          <w:szCs w:val="22"/>
          <w:lang w:eastAsia="hu-HU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95295" behindDoc="0" locked="0" layoutInCell="1" allowOverlap="1" wp14:anchorId="295ED046" wp14:editId="3D0D1643">
                <wp:simplePos x="0" y="0"/>
                <wp:positionH relativeFrom="column">
                  <wp:posOffset>0</wp:posOffset>
                </wp:positionH>
                <wp:positionV relativeFrom="paragraph">
                  <wp:posOffset>20880</wp:posOffset>
                </wp:positionV>
                <wp:extent cx="189230" cy="190500"/>
                <wp:effectExtent l="0" t="0" r="1270" b="0"/>
                <wp:wrapNone/>
                <wp:docPr id="31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43AD31DA" id="Oval 37" o:spid="_x0000_s1026" style="position:absolute;margin-left:0;margin-top:1.65pt;width:14.9pt;height:15pt;flip:y;z-index:251895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" fillcolor="#404040 [2429]" stroked="f" strokeweight="1pt">
                <v:stroke joinstyle="miter"/>
              </v:oval>
            </w:pict>
          </mc:Fallback>
        </mc:AlternateContent>
      </w:r>
      <w:r w:rsidRPr="00067216">
        <w:rPr>
          <w:b/>
          <w:bCs/>
          <w:caps w:val="0"/>
          <w:noProof/>
          <w:sz w:val="22"/>
          <w:szCs w:val="22"/>
          <w:lang w:eastAsia="hu-HU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893247" behindDoc="0" locked="0" layoutInCell="1" allowOverlap="1" wp14:anchorId="361A2498" wp14:editId="3A1BD9CA">
                <wp:simplePos x="0" y="0"/>
                <wp:positionH relativeFrom="column">
                  <wp:posOffset>89647</wp:posOffset>
                </wp:positionH>
                <wp:positionV relativeFrom="paragraph">
                  <wp:posOffset>75190</wp:posOffset>
                </wp:positionV>
                <wp:extent cx="3735" cy="1120589"/>
                <wp:effectExtent l="12700" t="0" r="34925" b="35560"/>
                <wp:wrapNone/>
                <wp:docPr id="30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5" cy="1120589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3D06371B" id="Straight Connector 64" o:spid="_x0000_s1026" style="position:absolute;flip:x;z-index:251893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05pt,5.9pt" to="7.35pt,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" strokecolor="#0d0d0d [3069]" strokeweight="2.5pt">
                <v:stroke joinstyle="miter"/>
              </v:line>
            </w:pict>
          </mc:Fallback>
        </mc:AlternateContent>
      </w:r>
      <w:r w:rsidR="00F44894" w:rsidRPr="00067216">
        <w:rPr>
          <w:b/>
          <w:bCs/>
          <w:caps w:val="0"/>
          <w:sz w:val="22"/>
          <w:szCs w:val="22"/>
          <w14:textFill>
            <w14:solidFill>
              <w14:schemeClr w14:val="tx1">
                <w14:lumMod w14:val="75000"/>
                <w14:lumOff w14:val="25000"/>
                <w14:lumMod w14:val="75000"/>
                <w14:lumOff w14:val="25000"/>
                <w14:lumMod w14:val="95000"/>
              </w14:schemeClr>
            </w14:solidFill>
          </w14:textFill>
        </w:rPr>
        <w:t>Kereskedelmi és Vendéglátóipari Főiskola</w:t>
      </w:r>
      <w:r w:rsidR="00067216" w:rsidRPr="00067216">
        <w:rPr>
          <w:b/>
          <w:bCs/>
          <w:sz w:val="22"/>
          <w:szCs w:val="22"/>
        </w:rPr>
        <w:tab/>
      </w:r>
      <w:r w:rsidR="00067216" w:rsidRPr="00067216">
        <w:rPr>
          <w:b/>
          <w:bCs/>
          <w:sz w:val="22"/>
          <w:szCs w:val="22"/>
        </w:rPr>
        <w:tab/>
      </w:r>
      <w:r w:rsidR="00F44894" w:rsidRPr="00067216">
        <w:rPr>
          <w:b/>
          <w:bCs/>
          <w:sz w:val="22"/>
          <w:szCs w:val="22"/>
        </w:rPr>
        <w:t>2001</w:t>
      </w:r>
      <w:r w:rsidR="00067216">
        <w:rPr>
          <w:b/>
          <w:bCs/>
          <w:sz w:val="22"/>
          <w:szCs w:val="22"/>
        </w:rPr>
        <w:t>–</w:t>
      </w:r>
      <w:r w:rsidR="00F44894" w:rsidRPr="00067216">
        <w:rPr>
          <w:b/>
          <w:bCs/>
          <w:sz w:val="22"/>
          <w:szCs w:val="22"/>
        </w:rPr>
        <w:t>2003</w:t>
      </w:r>
    </w:p>
    <w:p w14:paraId="0F6E9C0E" w14:textId="6E83EA2A" w:rsidR="00F44894" w:rsidRPr="00CF5407" w:rsidRDefault="002314C9" w:rsidP="00067216">
      <w:pPr>
        <w:pStyle w:val="H3"/>
        <w:spacing w:before="120" w:after="0" w:line="240" w:lineRule="auto"/>
        <w:ind w:left="624"/>
        <w:rPr>
          <w:sz w:val="22"/>
          <w:szCs w:val="22"/>
        </w:rPr>
      </w:pPr>
      <w:r>
        <w:rPr>
          <w:sz w:val="22"/>
          <w:szCs w:val="22"/>
        </w:rPr>
        <w:t>F</w:t>
      </w:r>
      <w:r w:rsidR="00F44894" w:rsidRPr="00CF5407">
        <w:rPr>
          <w:sz w:val="22"/>
          <w:szCs w:val="22"/>
        </w:rPr>
        <w:t>elsőfokú vendéglátó manager (OKJ)</w:t>
      </w:r>
    </w:p>
    <w:p w14:paraId="5B1C3212" w14:textId="01B7C20B" w:rsidR="002314C9" w:rsidRDefault="002314C9" w:rsidP="005A67BA">
      <w:pPr>
        <w:pStyle w:val="H3"/>
        <w:spacing w:line="240" w:lineRule="auto"/>
        <w:ind w:left="624"/>
        <w:rPr>
          <w:noProof/>
          <w:color w:val="767171" w:themeColor="background2" w:themeShade="80"/>
          <w:sz w:val="22"/>
          <w:szCs w:val="22"/>
          <w:u w:val="single"/>
        </w:rPr>
      </w:pPr>
    </w:p>
    <w:p w14:paraId="21658BE5" w14:textId="019BE349" w:rsidR="00F44894" w:rsidRPr="00CF5407" w:rsidRDefault="002314C9" w:rsidP="005A67BA">
      <w:pPr>
        <w:pStyle w:val="H3"/>
        <w:spacing w:line="240" w:lineRule="auto"/>
        <w:ind w:left="624"/>
        <w:rPr>
          <w:sz w:val="22"/>
          <w:szCs w:val="22"/>
        </w:rPr>
      </w:pPr>
      <w:r w:rsidRPr="007D21E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97343" behindDoc="0" locked="0" layoutInCell="1" allowOverlap="1" wp14:anchorId="3BFF90CF" wp14:editId="597EDEDE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189230" cy="190500"/>
                <wp:effectExtent l="0" t="0" r="1270" b="0"/>
                <wp:wrapNone/>
                <wp:docPr id="32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9230" cy="1905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oval w14:anchorId="6388FCE5" id="Oval 37" o:spid="_x0000_s1026" style="position:absolute;margin-left:0;margin-top:.2pt;width:14.9pt;height:15pt;flip:y;z-index:251897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" fillcolor="#404040 [2429]" stroked="f" strokeweight="1pt">
                <v:stroke joinstyle="miter"/>
              </v:oval>
            </w:pict>
          </mc:Fallback>
        </mc:AlternateContent>
      </w:r>
      <w:r w:rsidR="00F44894" w:rsidRPr="00CF5407">
        <w:rPr>
          <w:noProof/>
          <w:color w:val="767171" w:themeColor="background2" w:themeShade="80"/>
          <w:sz w:val="22"/>
          <w:szCs w:val="22"/>
          <w:u w:val="single"/>
        </w:rPr>
        <w:t>Speciális képzések:</w:t>
      </w:r>
    </w:p>
    <w:p w14:paraId="4FB49C9E" w14:textId="422CE7E5" w:rsidR="00F44894" w:rsidRPr="00742DFB" w:rsidRDefault="00F44894" w:rsidP="002314C9">
      <w:pPr>
        <w:spacing w:before="120" w:after="0" w:line="240" w:lineRule="auto"/>
        <w:ind w:left="624"/>
        <w:rPr>
          <w:rFonts w:ascii="Arial" w:hAnsi="Arial" w:cs="Arial"/>
          <w:bCs/>
          <w:noProof/>
          <w:color w:val="767171" w:themeColor="background2" w:themeShade="80"/>
        </w:rPr>
      </w:pPr>
      <w:r w:rsidRPr="00742DFB">
        <w:rPr>
          <w:rFonts w:ascii="Arial" w:hAnsi="Arial" w:cs="Arial"/>
          <w:bCs/>
          <w:noProof/>
          <w:color w:val="767171" w:themeColor="background2" w:themeShade="80"/>
        </w:rPr>
        <w:t>Ethical Business tréning – ABC Copororation</w:t>
      </w:r>
    </w:p>
    <w:p w14:paraId="45D6CF03" w14:textId="7317BFA7" w:rsidR="00742DFB" w:rsidRDefault="00F44894" w:rsidP="002314C9">
      <w:pPr>
        <w:spacing w:before="120" w:after="0" w:line="240" w:lineRule="auto"/>
        <w:ind w:left="624"/>
        <w:rPr>
          <w:rFonts w:ascii="Arial" w:hAnsi="Arial" w:cs="Arial"/>
          <w:bCs/>
          <w:noProof/>
          <w:color w:val="767171" w:themeColor="background2" w:themeShade="80"/>
        </w:rPr>
      </w:pPr>
      <w:r w:rsidRPr="00742DFB">
        <w:rPr>
          <w:rFonts w:ascii="Arial" w:hAnsi="Arial" w:cs="Arial"/>
          <w:bCs/>
          <w:noProof/>
          <w:color w:val="767171" w:themeColor="background2" w:themeShade="80"/>
        </w:rPr>
        <w:t>Egyéb vállati tréningek – USA Hungary Zrt</w:t>
      </w:r>
      <w:r w:rsidR="00C71C9D" w:rsidRPr="00742DFB">
        <w:rPr>
          <w:rFonts w:ascii="Arial" w:hAnsi="Arial" w:cs="Arial"/>
          <w:bCs/>
          <w:noProof/>
          <w:color w:val="767171" w:themeColor="background2" w:themeShade="80"/>
        </w:rPr>
        <w:t>.</w:t>
      </w:r>
    </w:p>
    <w:p w14:paraId="1822E16B" w14:textId="77777777" w:rsidR="002314C9" w:rsidRPr="005A67BA" w:rsidRDefault="002314C9" w:rsidP="005A67BA">
      <w:pPr>
        <w:spacing w:before="120" w:after="0" w:line="240" w:lineRule="auto"/>
        <w:ind w:left="567"/>
        <w:rPr>
          <w:rFonts w:ascii="Arial" w:hAnsi="Arial" w:cs="Arial"/>
          <w:bCs/>
          <w:noProof/>
          <w:color w:val="767171" w:themeColor="background2" w:themeShade="80"/>
        </w:rPr>
      </w:pPr>
    </w:p>
    <w:p w14:paraId="5FCCF1C4" w14:textId="5E5FDD97" w:rsidR="005327BC" w:rsidRDefault="005A67BA" w:rsidP="002314C9">
      <w:pPr>
        <w:pStyle w:val="Listabekezds"/>
        <w:spacing w:before="120" w:line="240" w:lineRule="auto"/>
        <w:rPr>
          <w:rFonts w:ascii="Arial" w:hAnsi="Arial" w:cs="Arial"/>
          <w:b/>
          <w:noProof/>
          <w:color w:val="767171" w:themeColor="background2" w:themeShade="80"/>
        </w:rPr>
      </w:pPr>
      <w:r>
        <w:rPr>
          <w:noProof/>
          <w:lang w:eastAsia="hu-HU"/>
        </w:rPr>
        <w:drawing>
          <wp:anchor distT="0" distB="0" distL="114300" distR="114300" simplePos="0" relativeHeight="251889151" behindDoc="0" locked="0" layoutInCell="1" allowOverlap="1" wp14:anchorId="50BBAFBF" wp14:editId="613BD3C4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3371850" cy="386080"/>
            <wp:effectExtent l="0" t="0" r="6350" b="0"/>
            <wp:wrapNone/>
            <wp:docPr id="62" name="Graphic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Heding-bg.sv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489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91199" behindDoc="0" locked="0" layoutInCell="1" allowOverlap="1" wp14:anchorId="478E1C20" wp14:editId="41FC4F44">
                <wp:simplePos x="0" y="0"/>
                <wp:positionH relativeFrom="column">
                  <wp:posOffset>314325</wp:posOffset>
                </wp:positionH>
                <wp:positionV relativeFrom="paragraph">
                  <wp:posOffset>83319</wp:posOffset>
                </wp:positionV>
                <wp:extent cx="2705100" cy="347980"/>
                <wp:effectExtent l="0" t="0" r="0" b="0"/>
                <wp:wrapNone/>
                <wp:docPr id="29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47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113A7" w14:textId="4B60C0B1" w:rsidR="00650A95" w:rsidRPr="005A67BA" w:rsidRDefault="00650A95" w:rsidP="00650A95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  <w:r w:rsidRPr="005A67BA">
                              <w:rPr>
                                <w:sz w:val="30"/>
                                <w:szCs w:val="30"/>
                              </w:rPr>
                              <w:t>Egyéb</w:t>
                            </w:r>
                          </w:p>
                          <w:p w14:paraId="653BD764" w14:textId="77777777" w:rsidR="00650A95" w:rsidRPr="005A67BA" w:rsidRDefault="00650A95" w:rsidP="00650A95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3C2FC7B" w14:textId="77777777" w:rsidR="00650A95" w:rsidRPr="005A67BA" w:rsidRDefault="00650A95" w:rsidP="00650A95">
                            <w:pPr>
                              <w:pStyle w:val="H1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78E1C20" id="_x0000_s1035" type="#_x0000_t202" style="position:absolute;left:0;text-align:left;margin-left:24.75pt;margin-top:6.55pt;width:213pt;height:27.4pt;z-index:251891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" filled="f" stroked="f" strokeweight=".5pt">
                <v:textbox>
                  <w:txbxContent>
                    <w:p w14:paraId="566113A7" w14:textId="4B60C0B1" w:rsidR="00650A95" w:rsidRPr="005A67BA" w:rsidRDefault="00650A95" w:rsidP="00650A95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  <w:r w:rsidRPr="005A67BA">
                        <w:rPr>
                          <w:sz w:val="30"/>
                          <w:szCs w:val="30"/>
                        </w:rPr>
                        <w:t>Egyéb</w:t>
                      </w:r>
                    </w:p>
                    <w:p w14:paraId="653BD764" w14:textId="77777777" w:rsidR="00650A95" w:rsidRPr="005A67BA" w:rsidRDefault="00650A95" w:rsidP="00650A95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  <w:p w14:paraId="43C2FC7B" w14:textId="77777777" w:rsidR="00650A95" w:rsidRPr="005A67BA" w:rsidRDefault="00650A95" w:rsidP="00650A95">
                      <w:pPr>
                        <w:pStyle w:val="H1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4E27E" w14:textId="77777777" w:rsidR="002314C9" w:rsidRPr="002314C9" w:rsidRDefault="002314C9" w:rsidP="002314C9">
      <w:pPr>
        <w:pStyle w:val="Listabekezds"/>
        <w:spacing w:before="120" w:line="240" w:lineRule="auto"/>
        <w:rPr>
          <w:rFonts w:ascii="Arial" w:hAnsi="Arial" w:cs="Arial"/>
          <w:b/>
          <w:noProof/>
          <w:color w:val="767171" w:themeColor="background2" w:themeShade="80"/>
        </w:rPr>
      </w:pPr>
    </w:p>
    <w:p w14:paraId="7E40EB81" w14:textId="645A70FE" w:rsidR="00650A95" w:rsidRDefault="00650A95" w:rsidP="002314C9">
      <w:pPr>
        <w:spacing w:after="0" w:line="240" w:lineRule="auto"/>
        <w:ind w:left="284"/>
        <w:rPr>
          <w:rFonts w:ascii="Arial" w:hAnsi="Arial" w:cs="Arial"/>
          <w:b/>
          <w:bCs/>
          <w:color w:val="7F7F7F" w:themeColor="text1" w:themeTint="80"/>
        </w:rPr>
      </w:pPr>
      <w:r w:rsidRPr="00650A95">
        <w:rPr>
          <w:rFonts w:ascii="Arial" w:hAnsi="Arial" w:cs="Arial"/>
          <w:b/>
          <w:bCs/>
          <w:color w:val="7F7F7F" w:themeColor="text1" w:themeTint="80"/>
        </w:rPr>
        <w:t>Nyelvismeret:</w:t>
      </w:r>
    </w:p>
    <w:p w14:paraId="7CADB383" w14:textId="7E31A3CB" w:rsidR="002314C9" w:rsidRPr="002314C9" w:rsidRDefault="002314C9" w:rsidP="002314C9">
      <w:pPr>
        <w:pStyle w:val="Felsorols1"/>
        <w:numPr>
          <w:ilvl w:val="0"/>
          <w:numId w:val="45"/>
        </w:numPr>
        <w:spacing w:line="240" w:lineRule="auto"/>
        <w:ind w:left="709"/>
        <w:rPr>
          <w:noProof/>
          <w:sz w:val="22"/>
          <w:szCs w:val="22"/>
        </w:rPr>
      </w:pPr>
      <w:r w:rsidRPr="005327BC">
        <w:rPr>
          <w:noProof/>
          <w:sz w:val="22"/>
          <w:szCs w:val="22"/>
        </w:rPr>
        <w:t xml:space="preserve">Angol: </w:t>
      </w:r>
      <w:r>
        <w:rPr>
          <w:noProof/>
          <w:sz w:val="22"/>
          <w:szCs w:val="22"/>
        </w:rPr>
        <w:t xml:space="preserve">aktív, </w:t>
      </w:r>
      <w:r w:rsidRPr="005327BC">
        <w:rPr>
          <w:noProof/>
          <w:sz w:val="22"/>
          <w:szCs w:val="22"/>
        </w:rPr>
        <w:t>tárgyalóképes</w:t>
      </w:r>
    </w:p>
    <w:p w14:paraId="1B97A48F" w14:textId="32AE0325" w:rsidR="00650A95" w:rsidRPr="005327BC" w:rsidRDefault="00650A95" w:rsidP="002314C9">
      <w:pPr>
        <w:pStyle w:val="Felsorols1"/>
        <w:numPr>
          <w:ilvl w:val="0"/>
          <w:numId w:val="45"/>
        </w:numPr>
        <w:spacing w:line="240" w:lineRule="auto"/>
        <w:ind w:left="709"/>
        <w:rPr>
          <w:noProof/>
          <w:sz w:val="22"/>
          <w:szCs w:val="22"/>
        </w:rPr>
      </w:pPr>
      <w:r w:rsidRPr="005327BC">
        <w:rPr>
          <w:noProof/>
          <w:sz w:val="22"/>
          <w:szCs w:val="22"/>
        </w:rPr>
        <w:t>Német: középfok</w:t>
      </w:r>
      <w:r w:rsidR="002314C9">
        <w:rPr>
          <w:noProof/>
          <w:sz w:val="22"/>
          <w:szCs w:val="22"/>
        </w:rPr>
        <w:t>ú, társalgási szint</w:t>
      </w:r>
    </w:p>
    <w:p w14:paraId="481EFE1B" w14:textId="77777777" w:rsidR="002314C9" w:rsidRDefault="002314C9" w:rsidP="002314C9">
      <w:pPr>
        <w:spacing w:after="0" w:line="240" w:lineRule="auto"/>
        <w:ind w:left="709"/>
        <w:rPr>
          <w:rFonts w:ascii="Arial" w:hAnsi="Arial" w:cs="Arial"/>
          <w:b/>
          <w:bCs/>
          <w:color w:val="7F7F7F" w:themeColor="text1" w:themeTint="80"/>
        </w:rPr>
      </w:pPr>
    </w:p>
    <w:p w14:paraId="02A0DBDC" w14:textId="24CF849B" w:rsidR="00650A95" w:rsidRPr="00650A95" w:rsidRDefault="00650A95" w:rsidP="002314C9">
      <w:pPr>
        <w:spacing w:after="0" w:line="240" w:lineRule="auto"/>
        <w:ind w:left="284"/>
        <w:rPr>
          <w:rFonts w:ascii="Arial" w:hAnsi="Arial" w:cs="Arial"/>
          <w:b/>
          <w:bCs/>
          <w:color w:val="7F7F7F" w:themeColor="text1" w:themeTint="80"/>
        </w:rPr>
      </w:pPr>
      <w:r w:rsidRPr="00650A95">
        <w:rPr>
          <w:rFonts w:ascii="Arial" w:hAnsi="Arial" w:cs="Arial"/>
          <w:b/>
          <w:bCs/>
          <w:color w:val="7F7F7F" w:themeColor="text1" w:themeTint="80"/>
        </w:rPr>
        <w:t>Számítógépes ismeret:</w:t>
      </w:r>
    </w:p>
    <w:p w14:paraId="701F2DF5" w14:textId="77777777" w:rsidR="00650A95" w:rsidRPr="005327BC" w:rsidRDefault="00650A95" w:rsidP="002314C9">
      <w:pPr>
        <w:pStyle w:val="Felsorols1"/>
        <w:numPr>
          <w:ilvl w:val="0"/>
          <w:numId w:val="46"/>
        </w:numPr>
        <w:spacing w:line="240" w:lineRule="auto"/>
        <w:rPr>
          <w:noProof/>
          <w:sz w:val="22"/>
          <w:szCs w:val="22"/>
        </w:rPr>
      </w:pPr>
      <w:r w:rsidRPr="005327BC">
        <w:rPr>
          <w:noProof/>
          <w:sz w:val="22"/>
          <w:szCs w:val="22"/>
        </w:rPr>
        <w:t>Aktív felhasználói szintű PC-ismeretek</w:t>
      </w:r>
    </w:p>
    <w:p w14:paraId="77330232" w14:textId="77777777" w:rsidR="00650A95" w:rsidRPr="005327BC" w:rsidRDefault="00650A95" w:rsidP="002314C9">
      <w:pPr>
        <w:pStyle w:val="Felsorols1"/>
        <w:numPr>
          <w:ilvl w:val="0"/>
          <w:numId w:val="46"/>
        </w:numPr>
        <w:spacing w:line="240" w:lineRule="auto"/>
        <w:rPr>
          <w:noProof/>
          <w:sz w:val="22"/>
          <w:szCs w:val="22"/>
        </w:rPr>
      </w:pPr>
      <w:r w:rsidRPr="005327BC">
        <w:rPr>
          <w:noProof/>
          <w:sz w:val="22"/>
          <w:szCs w:val="22"/>
        </w:rPr>
        <w:t>MS Office (Word ,Excel,Outlook,Internet..) felhasználói alkalmazása</w:t>
      </w:r>
    </w:p>
    <w:p w14:paraId="7AE8222F" w14:textId="77777777" w:rsidR="00650A95" w:rsidRPr="005327BC" w:rsidRDefault="00650A95" w:rsidP="002314C9">
      <w:pPr>
        <w:pStyle w:val="Felsorols1"/>
        <w:numPr>
          <w:ilvl w:val="0"/>
          <w:numId w:val="46"/>
        </w:numPr>
        <w:spacing w:line="240" w:lineRule="auto"/>
        <w:rPr>
          <w:noProof/>
          <w:sz w:val="22"/>
          <w:szCs w:val="22"/>
        </w:rPr>
      </w:pPr>
      <w:r w:rsidRPr="005327BC">
        <w:rPr>
          <w:noProof/>
          <w:sz w:val="22"/>
          <w:szCs w:val="22"/>
        </w:rPr>
        <w:t>SAP-One felhasználói ismerete és alkalmazása</w:t>
      </w:r>
    </w:p>
    <w:p w14:paraId="2208EFD4" w14:textId="200DB1CD" w:rsidR="005327BC" w:rsidRPr="005327BC" w:rsidRDefault="00650A95" w:rsidP="002314C9">
      <w:pPr>
        <w:pStyle w:val="Felsorols1"/>
        <w:numPr>
          <w:ilvl w:val="0"/>
          <w:numId w:val="46"/>
        </w:numPr>
        <w:spacing w:line="240" w:lineRule="auto"/>
        <w:rPr>
          <w:noProof/>
          <w:sz w:val="22"/>
          <w:szCs w:val="22"/>
        </w:rPr>
      </w:pPr>
      <w:r w:rsidRPr="005327BC">
        <w:rPr>
          <w:noProof/>
          <w:sz w:val="22"/>
          <w:szCs w:val="22"/>
        </w:rPr>
        <w:t>Fusion CRM felhasználói alkalmazása.</w:t>
      </w:r>
    </w:p>
    <w:p w14:paraId="60E7F30A" w14:textId="77777777" w:rsidR="002314C9" w:rsidRDefault="002314C9" w:rsidP="002314C9">
      <w:pPr>
        <w:spacing w:after="0" w:line="240" w:lineRule="auto"/>
        <w:rPr>
          <w:rFonts w:ascii="Arial" w:hAnsi="Arial" w:cs="Arial"/>
          <w:b/>
          <w:bCs/>
          <w:color w:val="7F7F7F" w:themeColor="text1" w:themeTint="80"/>
        </w:rPr>
      </w:pPr>
    </w:p>
    <w:p w14:paraId="20EC5AAA" w14:textId="36652277" w:rsidR="005327BC" w:rsidRDefault="00650A95" w:rsidP="002314C9">
      <w:pPr>
        <w:spacing w:after="0" w:line="240" w:lineRule="auto"/>
        <w:ind w:left="284"/>
        <w:rPr>
          <w:rFonts w:ascii="Arial" w:hAnsi="Arial" w:cs="Arial"/>
          <w:color w:val="7F7F7F" w:themeColor="text1" w:themeTint="80"/>
        </w:rPr>
      </w:pPr>
      <w:r w:rsidRPr="00650A95">
        <w:rPr>
          <w:rFonts w:ascii="Arial" w:hAnsi="Arial" w:cs="Arial"/>
          <w:b/>
          <w:bCs/>
          <w:color w:val="7F7F7F" w:themeColor="text1" w:themeTint="80"/>
        </w:rPr>
        <w:t>Vezetői engedély:</w:t>
      </w:r>
      <w:r w:rsidRPr="00650A95">
        <w:rPr>
          <w:rFonts w:ascii="Arial" w:hAnsi="Arial" w:cs="Arial"/>
          <w:color w:val="7F7F7F" w:themeColor="text1" w:themeTint="80"/>
        </w:rPr>
        <w:t xml:space="preserve"> Személygépkocsi, B kategória</w:t>
      </w:r>
    </w:p>
    <w:p w14:paraId="38F1DA50" w14:textId="3D63AF3C" w:rsidR="00650A95" w:rsidRPr="005327BC" w:rsidRDefault="00650A95" w:rsidP="002314C9">
      <w:pPr>
        <w:spacing w:after="0" w:line="240" w:lineRule="auto"/>
        <w:ind w:left="284"/>
        <w:rPr>
          <w:rFonts w:ascii="Arial" w:hAnsi="Arial" w:cs="Arial"/>
          <w:color w:val="7F7F7F" w:themeColor="text1" w:themeTint="80"/>
        </w:rPr>
      </w:pPr>
      <w:r w:rsidRPr="00650A95">
        <w:rPr>
          <w:rFonts w:ascii="Arial" w:hAnsi="Arial" w:cs="Arial"/>
          <w:b/>
          <w:noProof/>
          <w:color w:val="767171" w:themeColor="background2" w:themeShade="80"/>
        </w:rPr>
        <w:t>Fizetési igény</w:t>
      </w:r>
      <w:r w:rsidRPr="00650A95">
        <w:rPr>
          <w:rFonts w:ascii="Arial" w:hAnsi="Arial" w:cs="Arial"/>
          <w:noProof/>
          <w:color w:val="767171" w:themeColor="background2" w:themeShade="80"/>
        </w:rPr>
        <w:t>: xxxxxx  HUF bruttó/hó - alkuképes</w:t>
      </w:r>
    </w:p>
    <w:p w14:paraId="1AA36FD8" w14:textId="108EFBC0" w:rsidR="0000091D" w:rsidRPr="00650A95" w:rsidRDefault="0000091D" w:rsidP="005A67BA">
      <w:pPr>
        <w:spacing w:after="0" w:line="240" w:lineRule="auto"/>
        <w:rPr>
          <w:rFonts w:ascii="Arial" w:hAnsi="Arial" w:cs="Arial"/>
          <w:b/>
          <w:noProof/>
          <w:color w:val="767171" w:themeColor="background2" w:themeShade="80"/>
        </w:rPr>
      </w:pPr>
    </w:p>
    <w:sectPr w:rsidR="0000091D" w:rsidRPr="00650A95" w:rsidSect="00046071">
      <w:headerReference w:type="default" r:id="rId19"/>
      <w:footerReference w:type="default" r:id="rId20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92AF9" w14:textId="77777777" w:rsidR="00E42D72" w:rsidRDefault="00E42D72" w:rsidP="00840169">
      <w:pPr>
        <w:spacing w:after="0" w:line="240" w:lineRule="auto"/>
      </w:pPr>
      <w:r>
        <w:separator/>
      </w:r>
    </w:p>
  </w:endnote>
  <w:endnote w:type="continuationSeparator" w:id="0">
    <w:p w14:paraId="17311A44" w14:textId="77777777" w:rsidR="00E42D72" w:rsidRDefault="00E42D72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conic Stroke">
    <w:altName w:val="Calibri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F961" w14:textId="679C7F3E" w:rsidR="003124C1" w:rsidRDefault="003124C1">
    <w:pPr>
      <w:pStyle w:val="llb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79CA5DEA" wp14:editId="74D79E18">
          <wp:simplePos x="0" y="0"/>
          <wp:positionH relativeFrom="column">
            <wp:posOffset>-486382</wp:posOffset>
          </wp:positionH>
          <wp:positionV relativeFrom="paragraph">
            <wp:posOffset>-656631</wp:posOffset>
          </wp:positionV>
          <wp:extent cx="7620311" cy="1323716"/>
          <wp:effectExtent l="0" t="0" r="0" b="0"/>
          <wp:wrapNone/>
          <wp:docPr id="88" name="Graphic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foot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311" cy="13237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30E8A" w14:textId="77777777" w:rsidR="00E42D72" w:rsidRDefault="00E42D72" w:rsidP="00840169">
      <w:pPr>
        <w:spacing w:after="0" w:line="240" w:lineRule="auto"/>
      </w:pPr>
      <w:r>
        <w:separator/>
      </w:r>
    </w:p>
  </w:footnote>
  <w:footnote w:type="continuationSeparator" w:id="0">
    <w:p w14:paraId="2616C89E" w14:textId="77777777" w:rsidR="00E42D72" w:rsidRDefault="00E42D72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25784" w14:textId="3D87D659" w:rsidR="00C54E28" w:rsidRDefault="00DC2D83">
    <w:pPr>
      <w:pStyle w:val="lfej"/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1F36D659" wp14:editId="00AB87A1">
          <wp:simplePos x="0" y="0"/>
          <wp:positionH relativeFrom="column">
            <wp:posOffset>-505838</wp:posOffset>
          </wp:positionH>
          <wp:positionV relativeFrom="paragraph">
            <wp:posOffset>-199160</wp:posOffset>
          </wp:positionV>
          <wp:extent cx="7662249" cy="1331001"/>
          <wp:effectExtent l="0" t="0" r="0" b="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2249" cy="1331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2EF91B0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2pt;height:12pt" o:bullet="t">
        <v:imagedata r:id="rId1" o:title="arrow-for-list"/>
      </v:shape>
    </w:pict>
  </w:numPicBullet>
  <w:numPicBullet w:numPicBulletId="1">
    <w:pict>
      <v:shape id="_x0000_i1069" type="#_x0000_t75" style="width:7.75pt;height:7.75pt" o:bullet="t">
        <v:imagedata r:id="rId2" o:title="arrow-for-list"/>
      </v:shape>
    </w:pict>
  </w:numPicBullet>
  <w:numPicBullet w:numPicBulletId="2">
    <w:pict>
      <v:shape w14:anchorId="7BB78E02" id="_x0000_i1070" type="#_x0000_t75" style="width:4.95pt;height:4.95pt" o:bullet="t">
        <v:imagedata r:id="rId3" o:title="checkmark-bullet"/>
      </v:shape>
    </w:pict>
  </w:numPicBullet>
  <w:abstractNum w:abstractNumId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245AC"/>
    <w:multiLevelType w:val="hybridMultilevel"/>
    <w:tmpl w:val="454862BC"/>
    <w:lvl w:ilvl="0" w:tplc="A68019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81CCC"/>
    <w:multiLevelType w:val="hybridMultilevel"/>
    <w:tmpl w:val="E034DAA0"/>
    <w:lvl w:ilvl="0" w:tplc="B1E89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91A82"/>
    <w:multiLevelType w:val="hybridMultilevel"/>
    <w:tmpl w:val="4D367262"/>
    <w:lvl w:ilvl="0" w:tplc="CEA645D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>
    <w:nsid w:val="10C32DED"/>
    <w:multiLevelType w:val="hybridMultilevel"/>
    <w:tmpl w:val="251E7032"/>
    <w:lvl w:ilvl="0" w:tplc="9DC641D6">
      <w:start w:val="1"/>
      <w:numFmt w:val="bullet"/>
      <w:pStyle w:val="Felsorols1"/>
      <w:lvlText w:val="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613BD"/>
    <w:multiLevelType w:val="hybridMultilevel"/>
    <w:tmpl w:val="E590677A"/>
    <w:lvl w:ilvl="0" w:tplc="B1E89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4D6D37"/>
    <w:multiLevelType w:val="multilevel"/>
    <w:tmpl w:val="A26C9D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A46683"/>
    <w:multiLevelType w:val="hybridMultilevel"/>
    <w:tmpl w:val="18A84BFA"/>
    <w:lvl w:ilvl="0" w:tplc="CBEEDC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AB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E462DA"/>
    <w:multiLevelType w:val="hybridMultilevel"/>
    <w:tmpl w:val="FF7607DA"/>
    <w:lvl w:ilvl="0" w:tplc="BE8CAFF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6">
    <w:nsid w:val="3F8750E3"/>
    <w:multiLevelType w:val="hybridMultilevel"/>
    <w:tmpl w:val="C8027E5C"/>
    <w:lvl w:ilvl="0" w:tplc="098A5D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00FC2"/>
    <w:multiLevelType w:val="hybridMultilevel"/>
    <w:tmpl w:val="58A64BC4"/>
    <w:lvl w:ilvl="0" w:tplc="CBEEDCA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AB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86159B"/>
    <w:multiLevelType w:val="hybridMultilevel"/>
    <w:tmpl w:val="FF0C1E48"/>
    <w:lvl w:ilvl="0" w:tplc="DD7090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0B0D1F"/>
    <w:multiLevelType w:val="hybridMultilevel"/>
    <w:tmpl w:val="3364E60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2F6C49"/>
    <w:multiLevelType w:val="multilevel"/>
    <w:tmpl w:val="18A84BF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AB99"/>
        <w:sz w:val="28"/>
        <w:szCs w:val="2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E94B75"/>
    <w:multiLevelType w:val="hybridMultilevel"/>
    <w:tmpl w:val="C9D69164"/>
    <w:lvl w:ilvl="0" w:tplc="459CFFDE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110AA0"/>
    <w:multiLevelType w:val="hybridMultilevel"/>
    <w:tmpl w:val="A26C9D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6446"/>
    <w:multiLevelType w:val="hybridMultilevel"/>
    <w:tmpl w:val="5D6EC7B4"/>
    <w:lvl w:ilvl="0" w:tplc="B1E896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0678B3"/>
    <w:multiLevelType w:val="hybridMultilevel"/>
    <w:tmpl w:val="850A5B00"/>
    <w:lvl w:ilvl="0" w:tplc="098A5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430C29"/>
    <w:multiLevelType w:val="hybridMultilevel"/>
    <w:tmpl w:val="617892B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4A2F66"/>
    <w:multiLevelType w:val="hybridMultilevel"/>
    <w:tmpl w:val="3D88E972"/>
    <w:lvl w:ilvl="0" w:tplc="098A5D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99"/>
        <w:sz w:val="28"/>
        <w:szCs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19320C"/>
    <w:multiLevelType w:val="hybridMultilevel"/>
    <w:tmpl w:val="78724A6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904E1B"/>
    <w:multiLevelType w:val="hybridMultilevel"/>
    <w:tmpl w:val="64BE568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5"/>
  </w:num>
  <w:num w:numId="3">
    <w:abstractNumId w:val="21"/>
  </w:num>
  <w:num w:numId="4">
    <w:abstractNumId w:val="13"/>
  </w:num>
  <w:num w:numId="5">
    <w:abstractNumId w:val="41"/>
  </w:num>
  <w:num w:numId="6">
    <w:abstractNumId w:val="29"/>
  </w:num>
  <w:num w:numId="7">
    <w:abstractNumId w:val="0"/>
  </w:num>
  <w:num w:numId="8">
    <w:abstractNumId w:val="36"/>
  </w:num>
  <w:num w:numId="9">
    <w:abstractNumId w:val="2"/>
  </w:num>
  <w:num w:numId="10">
    <w:abstractNumId w:val="31"/>
  </w:num>
  <w:num w:numId="11">
    <w:abstractNumId w:val="20"/>
  </w:num>
  <w:num w:numId="12">
    <w:abstractNumId w:val="35"/>
  </w:num>
  <w:num w:numId="13">
    <w:abstractNumId w:val="18"/>
  </w:num>
  <w:num w:numId="14">
    <w:abstractNumId w:val="30"/>
  </w:num>
  <w:num w:numId="15">
    <w:abstractNumId w:val="15"/>
  </w:num>
  <w:num w:numId="16">
    <w:abstractNumId w:val="6"/>
  </w:num>
  <w:num w:numId="17">
    <w:abstractNumId w:val="8"/>
  </w:num>
  <w:num w:numId="18">
    <w:abstractNumId w:val="8"/>
    <w:lvlOverride w:ilvl="0">
      <w:startOverride w:val="1"/>
    </w:lvlOverride>
  </w:num>
  <w:num w:numId="19">
    <w:abstractNumId w:val="9"/>
  </w:num>
  <w:num w:numId="20">
    <w:abstractNumId w:val="37"/>
  </w:num>
  <w:num w:numId="21">
    <w:abstractNumId w:val="32"/>
  </w:num>
  <w:num w:numId="22">
    <w:abstractNumId w:val="22"/>
  </w:num>
  <w:num w:numId="23">
    <w:abstractNumId w:val="25"/>
  </w:num>
  <w:num w:numId="24">
    <w:abstractNumId w:val="26"/>
  </w:num>
  <w:num w:numId="25">
    <w:abstractNumId w:val="7"/>
  </w:num>
  <w:num w:numId="26">
    <w:abstractNumId w:val="34"/>
  </w:num>
  <w:num w:numId="27">
    <w:abstractNumId w:val="27"/>
  </w:num>
  <w:num w:numId="28">
    <w:abstractNumId w:val="11"/>
  </w:num>
  <w:num w:numId="29">
    <w:abstractNumId w:val="14"/>
  </w:num>
  <w:num w:numId="30">
    <w:abstractNumId w:val="7"/>
  </w:num>
  <w:num w:numId="31">
    <w:abstractNumId w:val="7"/>
  </w:num>
  <w:num w:numId="32">
    <w:abstractNumId w:val="39"/>
  </w:num>
  <w:num w:numId="33">
    <w:abstractNumId w:val="28"/>
  </w:num>
  <w:num w:numId="34">
    <w:abstractNumId w:val="23"/>
  </w:num>
  <w:num w:numId="35">
    <w:abstractNumId w:val="42"/>
  </w:num>
  <w:num w:numId="36">
    <w:abstractNumId w:val="12"/>
  </w:num>
  <w:num w:numId="37">
    <w:abstractNumId w:val="24"/>
  </w:num>
  <w:num w:numId="38">
    <w:abstractNumId w:val="4"/>
  </w:num>
  <w:num w:numId="39">
    <w:abstractNumId w:val="17"/>
  </w:num>
  <w:num w:numId="40">
    <w:abstractNumId w:val="1"/>
  </w:num>
  <w:num w:numId="41">
    <w:abstractNumId w:val="10"/>
  </w:num>
  <w:num w:numId="42">
    <w:abstractNumId w:val="3"/>
  </w:num>
  <w:num w:numId="43">
    <w:abstractNumId w:val="19"/>
  </w:num>
  <w:num w:numId="44">
    <w:abstractNumId w:val="16"/>
  </w:num>
  <w:num w:numId="45">
    <w:abstractNumId w:val="38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91D"/>
    <w:rsid w:val="000253A1"/>
    <w:rsid w:val="00030F0C"/>
    <w:rsid w:val="00046071"/>
    <w:rsid w:val="00050DE4"/>
    <w:rsid w:val="00051835"/>
    <w:rsid w:val="00067216"/>
    <w:rsid w:val="00082262"/>
    <w:rsid w:val="000958B4"/>
    <w:rsid w:val="00095971"/>
    <w:rsid w:val="000D4E38"/>
    <w:rsid w:val="000D7B0F"/>
    <w:rsid w:val="000F600E"/>
    <w:rsid w:val="00104F6B"/>
    <w:rsid w:val="00122C3A"/>
    <w:rsid w:val="001254B5"/>
    <w:rsid w:val="00126003"/>
    <w:rsid w:val="0014241F"/>
    <w:rsid w:val="0015782A"/>
    <w:rsid w:val="001675FB"/>
    <w:rsid w:val="0017084B"/>
    <w:rsid w:val="001751AF"/>
    <w:rsid w:val="00180612"/>
    <w:rsid w:val="00181C04"/>
    <w:rsid w:val="001B041C"/>
    <w:rsid w:val="001B59F5"/>
    <w:rsid w:val="001B5ECC"/>
    <w:rsid w:val="001B6325"/>
    <w:rsid w:val="001D1A66"/>
    <w:rsid w:val="001D3527"/>
    <w:rsid w:val="001D6D4B"/>
    <w:rsid w:val="001E094E"/>
    <w:rsid w:val="001E2F89"/>
    <w:rsid w:val="002072A1"/>
    <w:rsid w:val="00215E8A"/>
    <w:rsid w:val="002314C9"/>
    <w:rsid w:val="00251F48"/>
    <w:rsid w:val="00254F32"/>
    <w:rsid w:val="00257029"/>
    <w:rsid w:val="002A1518"/>
    <w:rsid w:val="002A4462"/>
    <w:rsid w:val="002D2894"/>
    <w:rsid w:val="002D394E"/>
    <w:rsid w:val="002E136B"/>
    <w:rsid w:val="00306426"/>
    <w:rsid w:val="00310F5D"/>
    <w:rsid w:val="0031128D"/>
    <w:rsid w:val="003124C1"/>
    <w:rsid w:val="003313EC"/>
    <w:rsid w:val="003348D9"/>
    <w:rsid w:val="00335A72"/>
    <w:rsid w:val="00340F83"/>
    <w:rsid w:val="003433E0"/>
    <w:rsid w:val="00350037"/>
    <w:rsid w:val="00376EAD"/>
    <w:rsid w:val="00390E10"/>
    <w:rsid w:val="00390E3E"/>
    <w:rsid w:val="003B53E1"/>
    <w:rsid w:val="003C0B8F"/>
    <w:rsid w:val="003F3444"/>
    <w:rsid w:val="003F59CC"/>
    <w:rsid w:val="00401FD4"/>
    <w:rsid w:val="00405FB1"/>
    <w:rsid w:val="00425F23"/>
    <w:rsid w:val="00430454"/>
    <w:rsid w:val="004336B8"/>
    <w:rsid w:val="0043658D"/>
    <w:rsid w:val="0044427C"/>
    <w:rsid w:val="004516A3"/>
    <w:rsid w:val="00456D7C"/>
    <w:rsid w:val="00456E1B"/>
    <w:rsid w:val="004615AB"/>
    <w:rsid w:val="0046176F"/>
    <w:rsid w:val="00465D98"/>
    <w:rsid w:val="00477992"/>
    <w:rsid w:val="004A7D8D"/>
    <w:rsid w:val="004B394C"/>
    <w:rsid w:val="004C2A33"/>
    <w:rsid w:val="004D2CDA"/>
    <w:rsid w:val="004D7D58"/>
    <w:rsid w:val="004E0689"/>
    <w:rsid w:val="004E4EAF"/>
    <w:rsid w:val="0051412C"/>
    <w:rsid w:val="00516A47"/>
    <w:rsid w:val="00525816"/>
    <w:rsid w:val="005319E8"/>
    <w:rsid w:val="005327BC"/>
    <w:rsid w:val="00537E9F"/>
    <w:rsid w:val="005555DC"/>
    <w:rsid w:val="00577D3F"/>
    <w:rsid w:val="005846BA"/>
    <w:rsid w:val="00585EA9"/>
    <w:rsid w:val="005A1430"/>
    <w:rsid w:val="005A163F"/>
    <w:rsid w:val="005A67BA"/>
    <w:rsid w:val="005C5FD4"/>
    <w:rsid w:val="005D056B"/>
    <w:rsid w:val="005E29C5"/>
    <w:rsid w:val="005E5C63"/>
    <w:rsid w:val="005F1722"/>
    <w:rsid w:val="00610E16"/>
    <w:rsid w:val="006112DC"/>
    <w:rsid w:val="0063396B"/>
    <w:rsid w:val="0063766B"/>
    <w:rsid w:val="00650A95"/>
    <w:rsid w:val="00654522"/>
    <w:rsid w:val="006563D2"/>
    <w:rsid w:val="006668E5"/>
    <w:rsid w:val="006A3B62"/>
    <w:rsid w:val="006A7525"/>
    <w:rsid w:val="006B1B02"/>
    <w:rsid w:val="006D45F4"/>
    <w:rsid w:val="006D4C81"/>
    <w:rsid w:val="006F3B11"/>
    <w:rsid w:val="006F7AC3"/>
    <w:rsid w:val="00724500"/>
    <w:rsid w:val="0072519B"/>
    <w:rsid w:val="007402D9"/>
    <w:rsid w:val="00741945"/>
    <w:rsid w:val="00742DFB"/>
    <w:rsid w:val="00763F0F"/>
    <w:rsid w:val="00771628"/>
    <w:rsid w:val="00785D53"/>
    <w:rsid w:val="007A17FD"/>
    <w:rsid w:val="007C27D0"/>
    <w:rsid w:val="007C3D2B"/>
    <w:rsid w:val="007D21E3"/>
    <w:rsid w:val="007D566D"/>
    <w:rsid w:val="007E4218"/>
    <w:rsid w:val="007E66BB"/>
    <w:rsid w:val="007F57BE"/>
    <w:rsid w:val="007F6D64"/>
    <w:rsid w:val="00820476"/>
    <w:rsid w:val="00823426"/>
    <w:rsid w:val="00824F70"/>
    <w:rsid w:val="00826C30"/>
    <w:rsid w:val="00835D7B"/>
    <w:rsid w:val="00840169"/>
    <w:rsid w:val="008518A7"/>
    <w:rsid w:val="008646FF"/>
    <w:rsid w:val="00872FEC"/>
    <w:rsid w:val="0087768E"/>
    <w:rsid w:val="008916B0"/>
    <w:rsid w:val="008A4FF1"/>
    <w:rsid w:val="008B35DC"/>
    <w:rsid w:val="008B5614"/>
    <w:rsid w:val="008B7C3A"/>
    <w:rsid w:val="008E2295"/>
    <w:rsid w:val="008E67B6"/>
    <w:rsid w:val="00902B8F"/>
    <w:rsid w:val="009047CC"/>
    <w:rsid w:val="00937847"/>
    <w:rsid w:val="009538BA"/>
    <w:rsid w:val="0096434D"/>
    <w:rsid w:val="00971B4F"/>
    <w:rsid w:val="00973EC2"/>
    <w:rsid w:val="00977CDD"/>
    <w:rsid w:val="00984001"/>
    <w:rsid w:val="0099127C"/>
    <w:rsid w:val="009C0AE2"/>
    <w:rsid w:val="009C10F0"/>
    <w:rsid w:val="00A05007"/>
    <w:rsid w:val="00A215F1"/>
    <w:rsid w:val="00A2419C"/>
    <w:rsid w:val="00A4328D"/>
    <w:rsid w:val="00A44656"/>
    <w:rsid w:val="00A60B4D"/>
    <w:rsid w:val="00A725F2"/>
    <w:rsid w:val="00A73C14"/>
    <w:rsid w:val="00AB0839"/>
    <w:rsid w:val="00AB3512"/>
    <w:rsid w:val="00AB519A"/>
    <w:rsid w:val="00AC6EAB"/>
    <w:rsid w:val="00AE24E4"/>
    <w:rsid w:val="00B376EC"/>
    <w:rsid w:val="00B4758C"/>
    <w:rsid w:val="00B83AED"/>
    <w:rsid w:val="00B878FD"/>
    <w:rsid w:val="00B93E47"/>
    <w:rsid w:val="00BA75FA"/>
    <w:rsid w:val="00BC18E3"/>
    <w:rsid w:val="00BC4FFC"/>
    <w:rsid w:val="00BC5768"/>
    <w:rsid w:val="00BD4B59"/>
    <w:rsid w:val="00BE49A4"/>
    <w:rsid w:val="00C00EB7"/>
    <w:rsid w:val="00C1571B"/>
    <w:rsid w:val="00C31524"/>
    <w:rsid w:val="00C33DDF"/>
    <w:rsid w:val="00C54E28"/>
    <w:rsid w:val="00C71C9D"/>
    <w:rsid w:val="00C90A72"/>
    <w:rsid w:val="00C94EB4"/>
    <w:rsid w:val="00CD4152"/>
    <w:rsid w:val="00CE5845"/>
    <w:rsid w:val="00CF4BDD"/>
    <w:rsid w:val="00CF5407"/>
    <w:rsid w:val="00D019BE"/>
    <w:rsid w:val="00D020DA"/>
    <w:rsid w:val="00D03B9C"/>
    <w:rsid w:val="00D047BC"/>
    <w:rsid w:val="00D0588C"/>
    <w:rsid w:val="00D27447"/>
    <w:rsid w:val="00D47E57"/>
    <w:rsid w:val="00D62DFF"/>
    <w:rsid w:val="00D90875"/>
    <w:rsid w:val="00D95E64"/>
    <w:rsid w:val="00DB3724"/>
    <w:rsid w:val="00DB5C68"/>
    <w:rsid w:val="00DC2D83"/>
    <w:rsid w:val="00DC59C8"/>
    <w:rsid w:val="00DC7C90"/>
    <w:rsid w:val="00DF4030"/>
    <w:rsid w:val="00DF7E9F"/>
    <w:rsid w:val="00E05A8D"/>
    <w:rsid w:val="00E12C79"/>
    <w:rsid w:val="00E13C03"/>
    <w:rsid w:val="00E22514"/>
    <w:rsid w:val="00E32C43"/>
    <w:rsid w:val="00E42D72"/>
    <w:rsid w:val="00E42E44"/>
    <w:rsid w:val="00E4415D"/>
    <w:rsid w:val="00E47F2C"/>
    <w:rsid w:val="00E55FCD"/>
    <w:rsid w:val="00E567BB"/>
    <w:rsid w:val="00E645F5"/>
    <w:rsid w:val="00E76F08"/>
    <w:rsid w:val="00E841F7"/>
    <w:rsid w:val="00EC0DA4"/>
    <w:rsid w:val="00EC21E2"/>
    <w:rsid w:val="00EC5376"/>
    <w:rsid w:val="00EC6313"/>
    <w:rsid w:val="00EE7244"/>
    <w:rsid w:val="00EF2B75"/>
    <w:rsid w:val="00F35396"/>
    <w:rsid w:val="00F41205"/>
    <w:rsid w:val="00F44894"/>
    <w:rsid w:val="00F47A9D"/>
    <w:rsid w:val="00F549C8"/>
    <w:rsid w:val="00F65699"/>
    <w:rsid w:val="00F8074E"/>
    <w:rsid w:val="00F82F42"/>
    <w:rsid w:val="00F83A20"/>
    <w:rsid w:val="00F840F9"/>
    <w:rsid w:val="00F86620"/>
    <w:rsid w:val="00F938D2"/>
    <w:rsid w:val="00FC1802"/>
    <w:rsid w:val="00FC5A56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AB0839"/>
    <w:pPr>
      <w:jc w:val="center"/>
    </w:pPr>
    <w:rPr>
      <w:rFonts w:ascii="Arial" w:hAnsi="Arial" w:cs="Arial"/>
      <w:b/>
      <w:bCs/>
      <w:caps/>
      <w:color w:val="0D0D0D" w:themeColor="text1" w:themeTint="F2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AB0839"/>
    <w:pPr>
      <w:spacing w:after="0" w:line="240" w:lineRule="auto"/>
      <w:jc w:val="center"/>
    </w:pPr>
    <w:rPr>
      <w:rFonts w:ascii="Arial" w:hAnsi="Arial" w:cs="Arial"/>
      <w:b/>
      <w:bCs/>
      <w:caps/>
      <w:color w:val="0D0D0D" w:themeColor="text1" w:themeTint="F2"/>
      <w:spacing w:val="10"/>
      <w:sz w:val="34"/>
      <w:szCs w:val="34"/>
    </w:rPr>
  </w:style>
  <w:style w:type="paragraph" w:customStyle="1" w:styleId="H1">
    <w:name w:val="H1"/>
    <w:basedOn w:val="Cm-Pozci"/>
    <w:qFormat/>
    <w:rsid w:val="000958B4"/>
    <w:pPr>
      <w:spacing w:after="0"/>
    </w:pPr>
    <w:rPr>
      <w:color w:val="FFFFFF" w:themeColor="background1"/>
      <w:spacing w:val="20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516A47"/>
    <w:pPr>
      <w:spacing w:after="120" w:line="276" w:lineRule="auto"/>
    </w:pPr>
    <w:rPr>
      <w:rFonts w:ascii="Arial" w:eastAsia="Calibri" w:hAnsi="Arial" w:cs="Arial"/>
      <w:color w:val="7F7F7F" w:themeColor="text1" w:themeTint="80"/>
      <w:sz w:val="18"/>
      <w:szCs w:val="18"/>
    </w:rPr>
  </w:style>
  <w:style w:type="paragraph" w:customStyle="1" w:styleId="Felsorols1">
    <w:name w:val="Felsorolás1"/>
    <w:basedOn w:val="Folyszveg"/>
    <w:qFormat/>
    <w:rsid w:val="004C2A33"/>
    <w:pPr>
      <w:numPr>
        <w:numId w:val="25"/>
      </w:numPr>
      <w:spacing w:after="0"/>
    </w:pPr>
  </w:style>
  <w:style w:type="paragraph" w:customStyle="1" w:styleId="H2">
    <w:name w:val="H2"/>
    <w:basedOn w:val="Cm-Pozci"/>
    <w:qFormat/>
    <w:rsid w:val="00EC5376"/>
    <w:pPr>
      <w:tabs>
        <w:tab w:val="right" w:pos="5670"/>
      </w:tabs>
      <w:spacing w:after="120"/>
      <w:jc w:val="left"/>
    </w:pPr>
    <w:rPr>
      <w:b w:val="0"/>
      <w:bCs w:val="0"/>
      <w:color w:val="000000" w:themeColor="text1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EC5376"/>
    <w:pPr>
      <w:tabs>
        <w:tab w:val="right" w:pos="5670"/>
      </w:tabs>
      <w:spacing w:after="60"/>
      <w:jc w:val="left"/>
    </w:pPr>
    <w:rPr>
      <w:caps w:val="0"/>
      <w:color w:val="00AB99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bekezds">
    <w:name w:val="List Paragraph"/>
    <w:basedOn w:val="Norml"/>
    <w:uiPriority w:val="72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AB0839"/>
    <w:pPr>
      <w:spacing w:after="240"/>
    </w:pPr>
    <w:rPr>
      <w:rFonts w:ascii="Arial" w:eastAsia="Calibri" w:hAnsi="Arial" w:cs="Arial"/>
      <w:i/>
      <w:iCs/>
      <w:color w:val="595959" w:themeColor="text1" w:themeTint="A6"/>
      <w:sz w:val="18"/>
      <w:szCs w:val="18"/>
    </w:rPr>
  </w:style>
  <w:style w:type="paragraph" w:customStyle="1" w:styleId="Idzet-Szerz">
    <w:name w:val="Idézet - Szerző"/>
    <w:basedOn w:val="Folyszveg"/>
    <w:qFormat/>
    <w:rsid w:val="00AB0839"/>
    <w:pPr>
      <w:spacing w:after="840"/>
    </w:pPr>
    <w:rPr>
      <w:b/>
      <w:bCs/>
      <w:color w:val="00AB99"/>
    </w:rPr>
  </w:style>
  <w:style w:type="paragraph" w:styleId="Szvegtrzs3">
    <w:name w:val="Body Text 3"/>
    <w:basedOn w:val="Norml"/>
    <w:link w:val="Szvegtrzs3Char"/>
    <w:semiHidden/>
    <w:rsid w:val="007D21E3"/>
    <w:pPr>
      <w:suppressAutoHyphens/>
      <w:spacing w:after="0" w:line="240" w:lineRule="auto"/>
    </w:pPr>
    <w:rPr>
      <w:rFonts w:ascii="Garamond" w:eastAsia="Times New Roman" w:hAnsi="Garamond"/>
      <w:lang w:eastAsia="ar-SA"/>
    </w:rPr>
  </w:style>
  <w:style w:type="character" w:customStyle="1" w:styleId="Szvegtrzs3Char">
    <w:name w:val="Szövegtörzs 3 Char"/>
    <w:basedOn w:val="Bekezdsalapbettpusa"/>
    <w:link w:val="Szvegtrzs3"/>
    <w:semiHidden/>
    <w:rsid w:val="007D21E3"/>
    <w:rPr>
      <w:rFonts w:ascii="Garamond" w:eastAsia="Times New Roman" w:hAnsi="Garamond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horvathzsombor@gmail.com" TargetMode="External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mailto:horvathzsombor@gmail.com" TargetMode="External"/><Relationship Id="rId11" Type="http://schemas.openxmlformats.org/officeDocument/2006/relationships/image" Target="media/image5.png"/><Relationship Id="rId12" Type="http://schemas.openxmlformats.org/officeDocument/2006/relationships/image" Target="media/image6.svg"/><Relationship Id="rId13" Type="http://schemas.openxmlformats.org/officeDocument/2006/relationships/image" Target="media/image6.png"/><Relationship Id="rId14" Type="http://schemas.openxmlformats.org/officeDocument/2006/relationships/image" Target="media/image8.svg"/><Relationship Id="rId15" Type="http://schemas.openxmlformats.org/officeDocument/2006/relationships/image" Target="media/image7.png"/><Relationship Id="rId16" Type="http://schemas.openxmlformats.org/officeDocument/2006/relationships/image" Target="media/image10.svg"/><Relationship Id="rId17" Type="http://schemas.openxmlformats.org/officeDocument/2006/relationships/image" Target="media/image8.png"/><Relationship Id="rId18" Type="http://schemas.openxmlformats.org/officeDocument/2006/relationships/image" Target="media/image12.svg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Relationship Id="rId2" Type="http://schemas.openxmlformats.org/officeDocument/2006/relationships/image" Target="media/image1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14.sv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6E5302-5007-8747-A086-E4BC9F732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1</TotalTime>
  <Pages>2</Pages>
  <Words>461</Words>
  <Characters>3181</Characters>
  <Application>Microsoft Macintosh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4</cp:revision>
  <cp:lastPrinted>2019-10-23T14:09:00Z</cp:lastPrinted>
  <dcterms:created xsi:type="dcterms:W3CDTF">2019-11-21T13:28:00Z</dcterms:created>
  <dcterms:modified xsi:type="dcterms:W3CDTF">2020-05-13T09:42:00Z</dcterms:modified>
</cp:coreProperties>
</file>